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10" w:rsidRDefault="00740310" w:rsidP="00740310">
      <w:pPr>
        <w:jc w:val="right"/>
        <w:rPr>
          <w:color w:val="FF0000"/>
        </w:rPr>
      </w:pPr>
      <w:r>
        <w:rPr>
          <w:color w:val="FF0000"/>
        </w:rPr>
        <w:t>Приложение</w:t>
      </w:r>
      <w:proofErr w:type="gramStart"/>
      <w:r>
        <w:rPr>
          <w:color w:val="FF0000"/>
        </w:rPr>
        <w:t xml:space="preserve"> А</w:t>
      </w:r>
      <w:proofErr w:type="gramEnd"/>
    </w:p>
    <w:p w:rsidR="00740310" w:rsidRPr="00FF3EB4" w:rsidRDefault="00740310" w:rsidP="00740310">
      <w:pPr>
        <w:jc w:val="right"/>
        <w:rPr>
          <w:i/>
          <w:color w:val="FF0000"/>
          <w:sz w:val="14"/>
          <w:szCs w:val="14"/>
        </w:rPr>
      </w:pPr>
      <w:r w:rsidRPr="00FF3EB4">
        <w:rPr>
          <w:i/>
          <w:color w:val="FF0000"/>
          <w:sz w:val="14"/>
          <w:szCs w:val="14"/>
        </w:rPr>
        <w:t xml:space="preserve"> «Сведения о заказчике для организации и </w:t>
      </w:r>
    </w:p>
    <w:p w:rsidR="00740310" w:rsidRPr="00FF3EB4" w:rsidRDefault="00740310" w:rsidP="00740310">
      <w:pPr>
        <w:jc w:val="right"/>
        <w:rPr>
          <w:color w:val="FF0000"/>
          <w:sz w:val="14"/>
          <w:szCs w:val="14"/>
        </w:rPr>
      </w:pPr>
      <w:r w:rsidRPr="00FF3EB4">
        <w:rPr>
          <w:i/>
          <w:color w:val="FF0000"/>
          <w:sz w:val="14"/>
          <w:szCs w:val="14"/>
        </w:rPr>
        <w:t>подготовки к проведению СОУТ»</w:t>
      </w:r>
    </w:p>
    <w:p w:rsidR="00740310" w:rsidRDefault="00740310" w:rsidP="00740310">
      <w:pPr>
        <w:jc w:val="center"/>
        <w:rPr>
          <w:b/>
          <w:sz w:val="24"/>
          <w:szCs w:val="24"/>
        </w:rPr>
      </w:pPr>
    </w:p>
    <w:p w:rsidR="00ED0999" w:rsidRDefault="00ED0999" w:rsidP="00ED0999">
      <w:pPr>
        <w:jc w:val="center"/>
        <w:rPr>
          <w:b/>
          <w:sz w:val="24"/>
          <w:szCs w:val="24"/>
        </w:rPr>
      </w:pPr>
      <w:r w:rsidRPr="008F646B">
        <w:rPr>
          <w:b/>
          <w:sz w:val="32"/>
          <w:szCs w:val="32"/>
        </w:rPr>
        <w:t>ПЕРЕЧЕНЬ</w:t>
      </w:r>
      <w:r>
        <w:rPr>
          <w:b/>
          <w:sz w:val="24"/>
          <w:szCs w:val="24"/>
        </w:rPr>
        <w:t xml:space="preserve"> рабочих мест, </w:t>
      </w:r>
    </w:p>
    <w:p w:rsidR="00ED0999" w:rsidRDefault="00ED0999" w:rsidP="00ED0999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на</w:t>
      </w:r>
      <w:proofErr w:type="gramEnd"/>
      <w:r>
        <w:rPr>
          <w:b/>
          <w:sz w:val="24"/>
          <w:szCs w:val="24"/>
        </w:rPr>
        <w:t xml:space="preserve"> которых будет проводиться специальная оценка условий труда, </w:t>
      </w:r>
    </w:p>
    <w:p w:rsidR="00ED0999" w:rsidRDefault="00ED0999" w:rsidP="00ED099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указанием </w:t>
      </w:r>
      <w:r w:rsidRPr="00ED0999">
        <w:rPr>
          <w:b/>
          <w:color w:val="0000FF"/>
          <w:sz w:val="24"/>
          <w:szCs w:val="24"/>
        </w:rPr>
        <w:t>используемого оборудования</w:t>
      </w:r>
    </w:p>
    <w:p w:rsidR="00ED0999" w:rsidRDefault="00ED0999" w:rsidP="00ED0999">
      <w:pPr>
        <w:jc w:val="center"/>
        <w:rPr>
          <w:b/>
          <w:sz w:val="24"/>
          <w:szCs w:val="24"/>
        </w:rPr>
      </w:pPr>
    </w:p>
    <w:p w:rsidR="002404ED" w:rsidRDefault="004C69C1" w:rsidP="002404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казённое учреждение «Центр обеспечения деятельности муниципальных образовательных учреждений Пограничного муниципального района»</w:t>
      </w:r>
    </w:p>
    <w:p w:rsidR="002404ED" w:rsidRDefault="002404ED" w:rsidP="002404ED">
      <w:pPr>
        <w:pBdr>
          <w:bottom w:val="single" w:sz="12" w:space="1" w:color="auto"/>
        </w:pBdr>
        <w:suppressAutoHyphens/>
        <w:ind w:left="-97" w:right="-108"/>
        <w:rPr>
          <w:sz w:val="4"/>
          <w:szCs w:val="4"/>
        </w:rPr>
      </w:pPr>
    </w:p>
    <w:p w:rsidR="002404ED" w:rsidRDefault="002404ED" w:rsidP="002404ED">
      <w:pPr>
        <w:ind w:left="-142" w:right="-851"/>
        <w:jc w:val="center"/>
      </w:pPr>
      <w:r w:rsidRPr="00906A49">
        <w:rPr>
          <w:i/>
          <w:sz w:val="12"/>
          <w:szCs w:val="12"/>
        </w:rPr>
        <w:t>наименование организации</w:t>
      </w:r>
    </w:p>
    <w:p w:rsidR="002404ED" w:rsidRDefault="002404ED" w:rsidP="002404ED">
      <w:pPr>
        <w:ind w:left="-142" w:right="-851"/>
      </w:pPr>
    </w:p>
    <w:p w:rsidR="002404ED" w:rsidRDefault="002404ED" w:rsidP="002404ED">
      <w:pPr>
        <w:ind w:left="-142" w:right="-851"/>
      </w:pPr>
    </w:p>
    <w:p w:rsidR="00740310" w:rsidRPr="00FE5CCA" w:rsidRDefault="00740310" w:rsidP="002404ED">
      <w:pPr>
        <w:ind w:left="-142" w:right="-851"/>
      </w:pPr>
      <w:r w:rsidRPr="00FE5CCA">
        <w:t xml:space="preserve">Перечень используемого оборудования </w:t>
      </w:r>
    </w:p>
    <w:p w:rsidR="00740310" w:rsidRPr="00FE5CCA" w:rsidRDefault="00740310" w:rsidP="00740310">
      <w:pPr>
        <w:ind w:left="-142" w:right="-851"/>
        <w:rPr>
          <w:i/>
          <w:color w:val="A6A6A6" w:themeColor="background1" w:themeShade="A6"/>
        </w:rPr>
      </w:pPr>
      <w:r w:rsidRPr="00FE5CCA">
        <w:rPr>
          <w:color w:val="FF0000"/>
        </w:rPr>
        <w:t>(Заполняется на каждого работника)</w:t>
      </w:r>
    </w:p>
    <w:tbl>
      <w:tblPr>
        <w:tblW w:w="154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9639"/>
        <w:gridCol w:w="2687"/>
      </w:tblGrid>
      <w:tr w:rsidR="00740310" w:rsidRPr="00FE5CCA" w:rsidTr="00A62AD7">
        <w:trPr>
          <w:trHeight w:val="1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310" w:rsidRPr="00FE5CCA" w:rsidRDefault="00740310">
            <w:pPr>
              <w:ind w:left="-142" w:right="-108"/>
              <w:jc w:val="center"/>
              <w:rPr>
                <w:lang w:eastAsia="en-US"/>
              </w:rPr>
            </w:pPr>
            <w:r w:rsidRPr="00FE5CCA">
              <w:rPr>
                <w:lang w:eastAsia="en-US"/>
              </w:rPr>
              <w:t xml:space="preserve">№ </w:t>
            </w:r>
          </w:p>
          <w:p w:rsidR="00740310" w:rsidRPr="00FE5CCA" w:rsidRDefault="00740310">
            <w:pPr>
              <w:ind w:left="-142" w:right="-108"/>
              <w:jc w:val="center"/>
              <w:rPr>
                <w:lang w:eastAsia="en-US"/>
              </w:rPr>
            </w:pPr>
            <w:r w:rsidRPr="00FE5CCA">
              <w:rPr>
                <w:lang w:eastAsia="en-US"/>
              </w:rPr>
              <w:t>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310" w:rsidRPr="00FE5CCA" w:rsidRDefault="00024F53">
            <w:pPr>
              <w:jc w:val="center"/>
              <w:rPr>
                <w:rFonts w:eastAsia="Calibri"/>
                <w:lang w:eastAsia="en-US"/>
              </w:rPr>
            </w:pPr>
            <w:r w:rsidRPr="00FE5CCA">
              <w:rPr>
                <w:rFonts w:eastAsia="Calibri"/>
                <w:lang w:eastAsia="en-US"/>
              </w:rPr>
              <w:t xml:space="preserve">Структурное подразделение, должность </w:t>
            </w:r>
          </w:p>
          <w:p w:rsidR="00740310" w:rsidRPr="00FE5CCA" w:rsidRDefault="00740310">
            <w:pPr>
              <w:ind w:right="-108"/>
              <w:jc w:val="center"/>
              <w:rPr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4F53" w:rsidRPr="00FE5CCA" w:rsidRDefault="00024F53" w:rsidP="00024F53">
            <w:pPr>
              <w:ind w:right="-108"/>
              <w:jc w:val="center"/>
              <w:rPr>
                <w:lang w:eastAsia="en-US"/>
              </w:rPr>
            </w:pPr>
            <w:r w:rsidRPr="00FE5CCA">
              <w:rPr>
                <w:lang w:eastAsia="en-US"/>
              </w:rPr>
              <w:t>ПЕРЕЧЕНЬ</w:t>
            </w:r>
          </w:p>
          <w:p w:rsidR="00024F53" w:rsidRPr="00FE5CCA" w:rsidRDefault="00024F53" w:rsidP="00024F53">
            <w:pPr>
              <w:ind w:right="-108"/>
              <w:jc w:val="center"/>
              <w:rPr>
                <w:lang w:eastAsia="en-US"/>
              </w:rPr>
            </w:pPr>
            <w:proofErr w:type="gramStart"/>
            <w:r w:rsidRPr="00FE5CCA">
              <w:rPr>
                <w:lang w:eastAsia="en-US"/>
              </w:rPr>
              <w:t xml:space="preserve">1. используемого </w:t>
            </w:r>
            <w:r w:rsidRPr="00FE5CCA">
              <w:rPr>
                <w:b/>
                <w:color w:val="0000FF"/>
                <w:lang w:eastAsia="en-US"/>
              </w:rPr>
              <w:t>оборудования</w:t>
            </w:r>
            <w:r w:rsidRPr="00FE5CCA">
              <w:rPr>
                <w:color w:val="0000FF"/>
                <w:lang w:eastAsia="en-US"/>
              </w:rPr>
              <w:t xml:space="preserve"> </w:t>
            </w:r>
            <w:r w:rsidRPr="00FE5CCA">
              <w:rPr>
                <w:i/>
                <w:lang w:eastAsia="en-US"/>
              </w:rPr>
              <w:t>(</w:t>
            </w:r>
            <w:r w:rsidR="00D175B4" w:rsidRPr="00FE5CCA">
              <w:rPr>
                <w:i/>
                <w:lang w:eastAsia="en-US"/>
              </w:rPr>
              <w:t xml:space="preserve">указать - </w:t>
            </w:r>
            <w:r w:rsidRPr="00FE5CCA">
              <w:rPr>
                <w:i/>
                <w:lang w:eastAsia="en-US"/>
              </w:rPr>
              <w:t>наименование, марка, зав.№ (год, страна)</w:t>
            </w:r>
            <w:proofErr w:type="gramEnd"/>
          </w:p>
          <w:p w:rsidR="00024F53" w:rsidRPr="00FE5CCA" w:rsidRDefault="00024F53" w:rsidP="00024F53">
            <w:pPr>
              <w:ind w:right="-108"/>
              <w:jc w:val="center"/>
              <w:rPr>
                <w:lang w:eastAsia="en-US"/>
              </w:rPr>
            </w:pPr>
            <w:r w:rsidRPr="00FE5CCA">
              <w:rPr>
                <w:lang w:eastAsia="en-US"/>
              </w:rPr>
              <w:t xml:space="preserve">2.  указать оборудование создающее </w:t>
            </w:r>
            <w:r w:rsidRPr="00FE5CCA">
              <w:rPr>
                <w:b/>
                <w:color w:val="0000FF"/>
                <w:lang w:eastAsia="en-US"/>
              </w:rPr>
              <w:t>шум</w:t>
            </w:r>
          </w:p>
          <w:p w:rsidR="00740310" w:rsidRPr="00FE5CCA" w:rsidRDefault="00024F53" w:rsidP="00024F53">
            <w:pPr>
              <w:ind w:right="-108"/>
              <w:jc w:val="center"/>
              <w:rPr>
                <w:lang w:eastAsia="en-US"/>
              </w:rPr>
            </w:pPr>
            <w:r w:rsidRPr="00FE5CCA">
              <w:rPr>
                <w:lang w:eastAsia="en-US"/>
              </w:rPr>
              <w:t xml:space="preserve">3. указать используемые </w:t>
            </w:r>
            <w:r w:rsidRPr="00FE5CCA">
              <w:rPr>
                <w:b/>
                <w:color w:val="0000FF"/>
                <w:lang w:eastAsia="en-US"/>
              </w:rPr>
              <w:t>химические</w:t>
            </w:r>
            <w:r w:rsidRPr="00FE5CCA">
              <w:rPr>
                <w:color w:val="0000FF"/>
                <w:lang w:eastAsia="en-US"/>
              </w:rPr>
              <w:t xml:space="preserve"> </w:t>
            </w:r>
            <w:r w:rsidRPr="00FE5CCA">
              <w:rPr>
                <w:lang w:eastAsia="en-US"/>
              </w:rPr>
              <w:t>элементы при рабочей операции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310" w:rsidRPr="00FE5CCA" w:rsidRDefault="00740310">
            <w:pPr>
              <w:suppressAutoHyphens/>
              <w:ind w:left="-97" w:right="-108"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Перечень рабочих зон</w:t>
            </w:r>
            <w:r w:rsidR="00D175B4" w:rsidRPr="00FE5CCA">
              <w:rPr>
                <w:lang w:eastAsia="zh-CN"/>
              </w:rPr>
              <w:t>, 100%</w:t>
            </w:r>
          </w:p>
          <w:p w:rsidR="00D175B4" w:rsidRPr="00FE5CCA" w:rsidRDefault="00D175B4">
            <w:pPr>
              <w:suppressAutoHyphens/>
              <w:ind w:left="-97" w:right="-108"/>
              <w:jc w:val="center"/>
              <w:rPr>
                <w:lang w:eastAsia="zh-CN"/>
              </w:rPr>
            </w:pPr>
          </w:p>
          <w:p w:rsidR="00D175B4" w:rsidRPr="00FE5CCA" w:rsidRDefault="00D175B4" w:rsidP="00D175B4">
            <w:pPr>
              <w:suppressAutoHyphens/>
              <w:ind w:left="28" w:right="-243"/>
              <w:rPr>
                <w:i/>
                <w:color w:val="00B0F0"/>
                <w:lang w:eastAsia="zh-CN"/>
              </w:rPr>
            </w:pPr>
            <w:r w:rsidRPr="00FE5CCA">
              <w:rPr>
                <w:i/>
                <w:color w:val="00B0F0"/>
                <w:lang w:val="en-US" w:eastAsia="zh-CN"/>
              </w:rPr>
              <w:t>PS</w:t>
            </w:r>
            <w:r w:rsidRPr="00FE5CCA">
              <w:rPr>
                <w:color w:val="00B0F0"/>
                <w:lang w:eastAsia="zh-CN"/>
              </w:rPr>
              <w:t>: директор</w:t>
            </w:r>
            <w:r w:rsidRPr="00FE5CCA">
              <w:rPr>
                <w:i/>
                <w:color w:val="00B0F0"/>
                <w:lang w:eastAsia="zh-CN"/>
              </w:rPr>
              <w:t xml:space="preserve"> в течении дня находится :</w:t>
            </w:r>
          </w:p>
          <w:p w:rsidR="00D175B4" w:rsidRPr="00FE5CCA" w:rsidRDefault="00D175B4" w:rsidP="00D175B4">
            <w:pPr>
              <w:suppressAutoHyphens/>
              <w:ind w:left="28" w:right="-108"/>
              <w:rPr>
                <w:i/>
                <w:color w:val="00B0F0"/>
                <w:lang w:eastAsia="zh-CN"/>
              </w:rPr>
            </w:pPr>
            <w:r w:rsidRPr="00FE5CCA">
              <w:rPr>
                <w:i/>
                <w:color w:val="00B0F0"/>
                <w:lang w:eastAsia="zh-CN"/>
              </w:rPr>
              <w:t>- кабинет = 70%</w:t>
            </w:r>
          </w:p>
          <w:p w:rsidR="00D175B4" w:rsidRPr="00FE5CCA" w:rsidRDefault="00D175B4" w:rsidP="00D175B4">
            <w:pPr>
              <w:suppressAutoHyphens/>
              <w:ind w:left="28" w:right="-108"/>
              <w:rPr>
                <w:i/>
                <w:color w:val="00B0F0"/>
                <w:lang w:eastAsia="zh-CN"/>
              </w:rPr>
            </w:pPr>
            <w:r w:rsidRPr="00FE5CCA">
              <w:rPr>
                <w:i/>
                <w:color w:val="00B0F0"/>
                <w:lang w:eastAsia="zh-CN"/>
              </w:rPr>
              <w:t>- открытая территория = 10%</w:t>
            </w:r>
          </w:p>
          <w:p w:rsidR="00740310" w:rsidRPr="00FE5CCA" w:rsidRDefault="00D175B4" w:rsidP="00D175B4">
            <w:pPr>
              <w:suppressAutoHyphens/>
              <w:ind w:left="28" w:right="-108"/>
              <w:rPr>
                <w:i/>
                <w:color w:val="00B0F0"/>
                <w:lang w:eastAsia="zh-CN"/>
              </w:rPr>
            </w:pPr>
            <w:r w:rsidRPr="00FE5CCA">
              <w:rPr>
                <w:i/>
                <w:color w:val="00B0F0"/>
                <w:lang w:eastAsia="zh-CN"/>
              </w:rPr>
              <w:t>- торговый зал = 20%</w:t>
            </w:r>
          </w:p>
          <w:p w:rsidR="00D175B4" w:rsidRPr="00FE5CCA" w:rsidRDefault="00D175B4" w:rsidP="00D175B4">
            <w:pPr>
              <w:suppressAutoHyphens/>
              <w:ind w:left="28" w:right="-108"/>
              <w:rPr>
                <w:i/>
                <w:color w:val="00B0F0"/>
                <w:lang w:eastAsia="zh-CN"/>
              </w:rPr>
            </w:pPr>
            <w:r w:rsidRPr="00FE5CCA">
              <w:rPr>
                <w:i/>
                <w:color w:val="00B0F0"/>
                <w:lang w:eastAsia="zh-CN"/>
              </w:rPr>
              <w:t>ИТОГО: 100%</w:t>
            </w:r>
          </w:p>
        </w:tc>
      </w:tr>
      <w:tr w:rsidR="004C69C1" w:rsidRPr="00FE5CCA" w:rsidTr="00715495">
        <w:trPr>
          <w:trHeight w:val="1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1" w:rsidRPr="00FE5CCA" w:rsidRDefault="004C69C1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п. Пограничный,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 ул. Советская, 63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Директор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29" w:rsidRDefault="00645429" w:rsidP="0064542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Моноблок </w:t>
            </w:r>
            <w:proofErr w:type="spellStart"/>
            <w:r>
              <w:rPr>
                <w:lang w:eastAsia="en-US"/>
              </w:rPr>
              <w:t>iRU</w:t>
            </w:r>
            <w:proofErr w:type="spellEnd"/>
            <w:r>
              <w:rPr>
                <w:lang w:eastAsia="en-US"/>
              </w:rPr>
              <w:t xml:space="preserve"> K2101, № K210101160001, год ввода в эксплуатацию: 2017</w:t>
            </w:r>
          </w:p>
          <w:p w:rsidR="00645429" w:rsidRDefault="00645429" w:rsidP="0064542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Принтер </w:t>
            </w:r>
            <w:proofErr w:type="spellStart"/>
            <w:r>
              <w:rPr>
                <w:lang w:eastAsia="en-US"/>
              </w:rPr>
              <w:t>Samsung</w:t>
            </w:r>
            <w:proofErr w:type="spellEnd"/>
            <w:r>
              <w:rPr>
                <w:lang w:eastAsia="en-US"/>
              </w:rPr>
              <w:t xml:space="preserve"> ML-1250, № BACW803718L, год выпуска: 2003</w:t>
            </w:r>
          </w:p>
          <w:p w:rsidR="00645429" w:rsidRDefault="00645429" w:rsidP="0064542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201610170025, год выпуска: 2016</w:t>
            </w:r>
          </w:p>
          <w:p w:rsidR="00EC24E5" w:rsidRDefault="00EC24E5" w:rsidP="0064542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Моноблок </w:t>
            </w:r>
            <w:proofErr w:type="spellStart"/>
            <w:r>
              <w:rPr>
                <w:lang w:eastAsia="en-US"/>
              </w:rPr>
              <w:t>iRU</w:t>
            </w:r>
            <w:proofErr w:type="spellEnd"/>
            <w:r>
              <w:rPr>
                <w:lang w:eastAsia="en-US"/>
              </w:rPr>
              <w:t xml:space="preserve"> K2101,</w:t>
            </w:r>
          </w:p>
          <w:p w:rsidR="00EC24E5" w:rsidRPr="003A7AF7" w:rsidRDefault="00EC24E5" w:rsidP="00645429">
            <w:pPr>
              <w:rPr>
                <w:lang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>
              <w:rPr>
                <w:lang w:eastAsia="en-US"/>
              </w:rPr>
              <w:t>Принтер</w:t>
            </w:r>
            <w:r w:rsidRPr="003A7AF7">
              <w:rPr>
                <w:lang w:eastAsia="en-US"/>
              </w:rPr>
              <w:t xml:space="preserve"> </w:t>
            </w:r>
            <w:r w:rsidRPr="00EC24E5">
              <w:rPr>
                <w:lang w:val="en-US" w:eastAsia="en-US"/>
              </w:rPr>
              <w:t>Samsung</w:t>
            </w:r>
            <w:r w:rsidRPr="003A7AF7">
              <w:rPr>
                <w:lang w:eastAsia="en-US"/>
              </w:rPr>
              <w:t xml:space="preserve"> </w:t>
            </w:r>
            <w:r w:rsidRPr="00EC24E5">
              <w:rPr>
                <w:lang w:val="en-US" w:eastAsia="en-US"/>
              </w:rPr>
              <w:t>ML</w:t>
            </w:r>
            <w:r w:rsidRPr="003A7AF7">
              <w:rPr>
                <w:lang w:eastAsia="en-US"/>
              </w:rPr>
              <w:t>-1250,</w:t>
            </w:r>
          </w:p>
          <w:p w:rsidR="00645429" w:rsidRPr="00EC24E5" w:rsidRDefault="00EC24E5" w:rsidP="00645429">
            <w:pPr>
              <w:rPr>
                <w:lang w:val="en-US"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 w:rsidR="00645429">
              <w:rPr>
                <w:lang w:eastAsia="en-US"/>
              </w:rPr>
              <w:t>ИБП</w:t>
            </w:r>
            <w:r w:rsidR="00645429" w:rsidRPr="00EC24E5">
              <w:rPr>
                <w:lang w:val="en-US" w:eastAsia="en-US"/>
              </w:rPr>
              <w:t xml:space="preserve"> Crown CMU-SP500EURO</w:t>
            </w:r>
          </w:p>
          <w:p w:rsidR="00E71460" w:rsidRPr="003A7AF7" w:rsidRDefault="00645429" w:rsidP="00645429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3. </w:t>
            </w: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0" w:rsidRPr="00E71460" w:rsidRDefault="00E71460" w:rsidP="00E71460">
            <w:pPr>
              <w:suppressAutoHyphens/>
              <w:ind w:left="28" w:right="-243"/>
              <w:rPr>
                <w:lang w:eastAsia="zh-CN"/>
              </w:rPr>
            </w:pPr>
            <w:r w:rsidRPr="00E71460">
              <w:rPr>
                <w:lang w:eastAsia="zh-CN"/>
              </w:rPr>
              <w:t>Директор в течение дня находится:</w:t>
            </w:r>
          </w:p>
          <w:p w:rsidR="00E71460" w:rsidRPr="00E71460" w:rsidRDefault="00E71460" w:rsidP="00E71460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кабинет = </w:t>
            </w:r>
            <w:r w:rsidR="00E86FA7">
              <w:rPr>
                <w:lang w:eastAsia="zh-CN"/>
              </w:rPr>
              <w:t>7</w:t>
            </w:r>
            <w:r w:rsidRPr="00E71460">
              <w:rPr>
                <w:lang w:eastAsia="zh-CN"/>
              </w:rPr>
              <w:t>0%</w:t>
            </w:r>
          </w:p>
          <w:p w:rsidR="00E71460" w:rsidRPr="00E71460" w:rsidRDefault="00E71460" w:rsidP="00E71460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</w:t>
            </w:r>
            <w:r w:rsidR="00E86FA7">
              <w:rPr>
                <w:lang w:eastAsia="zh-CN"/>
              </w:rPr>
              <w:t>3</w:t>
            </w:r>
            <w:r w:rsidRPr="00E71460">
              <w:rPr>
                <w:lang w:eastAsia="zh-CN"/>
              </w:rPr>
              <w:t>0%</w:t>
            </w:r>
          </w:p>
          <w:p w:rsidR="004C69C1" w:rsidRPr="00FE5CCA" w:rsidRDefault="00E71460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4C69C1" w:rsidRPr="00FE5CCA" w:rsidTr="00A62AD7">
        <w:trPr>
          <w:trHeight w:val="1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1" w:rsidRPr="00FE5CCA" w:rsidRDefault="004C69C1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Главный бухгалтер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57" w:rsidRDefault="00A67357" w:rsidP="00A67357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AMD A4-4000 3GHz 4GB, год ввода в эксплуатацию: 2014</w:t>
            </w:r>
          </w:p>
          <w:p w:rsidR="00A67357" w:rsidRDefault="00A67357" w:rsidP="00A6735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</w:t>
            </w:r>
            <w:proofErr w:type="spellStart"/>
            <w:r>
              <w:rPr>
                <w:lang w:eastAsia="en-US"/>
              </w:rPr>
              <w:t>Packard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Bell</w:t>
            </w:r>
            <w:proofErr w:type="spellEnd"/>
            <w:r>
              <w:rPr>
                <w:lang w:eastAsia="en-US"/>
              </w:rPr>
              <w:t xml:space="preserve"> Viseo223DX, № MMD2REE002434127658500, год выпуска 2014</w:t>
            </w:r>
          </w:p>
          <w:p w:rsidR="00A67357" w:rsidRPr="003A7AF7" w:rsidRDefault="00A67357" w:rsidP="00A6735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Ippon</w:t>
            </w:r>
            <w:proofErr w:type="spellEnd"/>
            <w:r>
              <w:rPr>
                <w:lang w:eastAsia="en-US"/>
              </w:rPr>
              <w:t xml:space="preserve"> BCP-600, № BCP600BKXX11140914238, год ввода в эксплуатацию </w:t>
            </w:r>
            <w:r w:rsidRPr="003A7AF7">
              <w:rPr>
                <w:lang w:eastAsia="en-US"/>
              </w:rPr>
              <w:t>2014</w:t>
            </w:r>
          </w:p>
          <w:p w:rsidR="00A67357" w:rsidRPr="003A7AF7" w:rsidRDefault="009B38C4" w:rsidP="00A67357">
            <w:pPr>
              <w:rPr>
                <w:lang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 w:rsidR="00A67357">
              <w:rPr>
                <w:lang w:eastAsia="en-US"/>
              </w:rPr>
              <w:t>МФУ</w:t>
            </w:r>
            <w:r w:rsidR="00A67357" w:rsidRPr="003A7AF7">
              <w:rPr>
                <w:lang w:eastAsia="en-US"/>
              </w:rPr>
              <w:t xml:space="preserve"> </w:t>
            </w:r>
            <w:r w:rsidR="00A67357" w:rsidRPr="00A67357">
              <w:rPr>
                <w:lang w:val="en-US" w:eastAsia="en-US"/>
              </w:rPr>
              <w:t>Canon</w:t>
            </w:r>
            <w:r w:rsidR="00A67357" w:rsidRPr="003A7AF7">
              <w:rPr>
                <w:lang w:eastAsia="en-US"/>
              </w:rPr>
              <w:t xml:space="preserve"> </w:t>
            </w:r>
            <w:r w:rsidR="00A67357" w:rsidRPr="00A67357">
              <w:rPr>
                <w:lang w:val="en-US" w:eastAsia="en-US"/>
              </w:rPr>
              <w:t>image</w:t>
            </w:r>
            <w:r w:rsidR="00A67357" w:rsidRPr="003A7AF7">
              <w:rPr>
                <w:lang w:eastAsia="en-US"/>
              </w:rPr>
              <w:t xml:space="preserve"> </w:t>
            </w:r>
            <w:r w:rsidR="00A67357" w:rsidRPr="00A67357">
              <w:rPr>
                <w:lang w:val="en-US" w:eastAsia="en-US"/>
              </w:rPr>
              <w:t>Runner</w:t>
            </w:r>
            <w:r w:rsidR="00A67357" w:rsidRPr="003A7AF7">
              <w:rPr>
                <w:lang w:eastAsia="en-US"/>
              </w:rPr>
              <w:t xml:space="preserve"> 1435</w:t>
            </w:r>
            <w:proofErr w:type="spellStart"/>
            <w:r w:rsidR="00A67357" w:rsidRPr="00A67357">
              <w:rPr>
                <w:lang w:val="en-US" w:eastAsia="en-US"/>
              </w:rPr>
              <w:t>i</w:t>
            </w:r>
            <w:proofErr w:type="spellEnd"/>
            <w:r w:rsidR="00A67357" w:rsidRPr="003A7AF7">
              <w:rPr>
                <w:lang w:eastAsia="en-US"/>
              </w:rPr>
              <w:t>, №(21)</w:t>
            </w:r>
            <w:r w:rsidR="00A67357" w:rsidRPr="00A67357">
              <w:rPr>
                <w:lang w:val="en-US" w:eastAsia="en-US"/>
              </w:rPr>
              <w:t>RZH</w:t>
            </w:r>
            <w:r w:rsidR="00A67357" w:rsidRPr="003A7AF7">
              <w:rPr>
                <w:lang w:eastAsia="en-US"/>
              </w:rPr>
              <w:t xml:space="preserve">11696, </w:t>
            </w:r>
            <w:r w:rsidR="00A67357">
              <w:rPr>
                <w:lang w:eastAsia="en-US"/>
              </w:rPr>
              <w:t>год</w:t>
            </w:r>
            <w:r w:rsidR="00A67357" w:rsidRPr="003A7AF7">
              <w:rPr>
                <w:lang w:eastAsia="en-US"/>
              </w:rPr>
              <w:t xml:space="preserve"> </w:t>
            </w:r>
            <w:r w:rsidR="00A67357">
              <w:rPr>
                <w:lang w:eastAsia="en-US"/>
              </w:rPr>
              <w:t>выпуска</w:t>
            </w:r>
            <w:r w:rsidR="00A67357" w:rsidRPr="003A7AF7">
              <w:rPr>
                <w:lang w:eastAsia="en-US"/>
              </w:rPr>
              <w:t xml:space="preserve"> 2016</w:t>
            </w:r>
          </w:p>
          <w:p w:rsidR="00EC24E5" w:rsidRDefault="00A67357" w:rsidP="00A67357">
            <w:pPr>
              <w:rPr>
                <w:lang w:eastAsia="en-US"/>
              </w:rPr>
            </w:pPr>
            <w:r w:rsidRPr="00EC24E5">
              <w:rPr>
                <w:lang w:eastAsia="en-US"/>
              </w:rPr>
              <w:t xml:space="preserve">2. </w:t>
            </w:r>
            <w:r>
              <w:rPr>
                <w:lang w:eastAsia="en-US"/>
              </w:rPr>
              <w:t>Системный</w:t>
            </w:r>
            <w:r w:rsidRPr="00EC24E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блок</w:t>
            </w:r>
            <w:r w:rsidR="00EC24E5" w:rsidRPr="00EC24E5">
              <w:rPr>
                <w:lang w:eastAsia="en-US"/>
              </w:rPr>
              <w:t xml:space="preserve"> </w:t>
            </w:r>
            <w:r w:rsidR="00EC24E5">
              <w:rPr>
                <w:lang w:val="en-US" w:eastAsia="en-US"/>
              </w:rPr>
              <w:t>AMD</w:t>
            </w:r>
            <w:r w:rsidR="00EC24E5" w:rsidRPr="00EC24E5">
              <w:rPr>
                <w:lang w:eastAsia="en-US"/>
              </w:rPr>
              <w:t xml:space="preserve"> </w:t>
            </w:r>
            <w:r w:rsidR="00EC24E5">
              <w:rPr>
                <w:lang w:val="en-US" w:eastAsia="en-US"/>
              </w:rPr>
              <w:t>A</w:t>
            </w:r>
            <w:r w:rsidR="00EC24E5" w:rsidRPr="00EC24E5">
              <w:rPr>
                <w:lang w:eastAsia="en-US"/>
              </w:rPr>
              <w:t>4-4000 3</w:t>
            </w:r>
            <w:r w:rsidR="00EC24E5">
              <w:rPr>
                <w:lang w:val="en-US" w:eastAsia="en-US"/>
              </w:rPr>
              <w:t>GHz</w:t>
            </w:r>
            <w:r w:rsidR="00EC24E5" w:rsidRPr="00EC24E5">
              <w:rPr>
                <w:lang w:eastAsia="en-US"/>
              </w:rPr>
              <w:t xml:space="preserve"> 4</w:t>
            </w:r>
            <w:r w:rsidR="00EC24E5">
              <w:rPr>
                <w:lang w:val="en-US" w:eastAsia="en-US"/>
              </w:rPr>
              <w:t>GB</w:t>
            </w:r>
            <w:r w:rsidR="00EC24E5" w:rsidRPr="00EC24E5">
              <w:rPr>
                <w:lang w:eastAsia="en-US"/>
              </w:rPr>
              <w:t>,</w:t>
            </w:r>
          </w:p>
          <w:p w:rsidR="00EC24E5" w:rsidRPr="00EC24E5" w:rsidRDefault="00EC24E5" w:rsidP="00A67357">
            <w:pPr>
              <w:rPr>
                <w:lang w:val="en-US"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 w:rsidR="00A67357">
              <w:rPr>
                <w:lang w:eastAsia="en-US"/>
              </w:rPr>
              <w:t>ИБП</w:t>
            </w:r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Ippon</w:t>
            </w:r>
            <w:proofErr w:type="spellEnd"/>
            <w:r>
              <w:rPr>
                <w:lang w:val="en-US" w:eastAsia="en-US"/>
              </w:rPr>
              <w:t xml:space="preserve"> BCP-600,</w:t>
            </w:r>
          </w:p>
          <w:p w:rsidR="00A67357" w:rsidRPr="00A67357" w:rsidRDefault="00EC24E5" w:rsidP="00A67357">
            <w:pPr>
              <w:rPr>
                <w:lang w:val="en-US" w:eastAsia="en-US"/>
              </w:rPr>
            </w:pPr>
            <w:r w:rsidRPr="00EC24E5">
              <w:rPr>
                <w:lang w:val="en-US" w:eastAsia="en-US"/>
              </w:rPr>
              <w:t xml:space="preserve">    </w:t>
            </w:r>
            <w:r w:rsidR="00A67357">
              <w:rPr>
                <w:lang w:eastAsia="en-US"/>
              </w:rPr>
              <w:t>МФУ</w:t>
            </w:r>
            <w:r w:rsidR="00A67357" w:rsidRPr="00A67357">
              <w:rPr>
                <w:lang w:val="en-US" w:eastAsia="en-US"/>
              </w:rPr>
              <w:t xml:space="preserve"> Canon image Runner 1435i</w:t>
            </w:r>
          </w:p>
          <w:p w:rsidR="004C69C1" w:rsidRPr="00EC24E5" w:rsidRDefault="00A67357" w:rsidP="00A67357">
            <w:pPr>
              <w:rPr>
                <w:lang w:val="en-US" w:eastAsia="en-US"/>
              </w:rPr>
            </w:pPr>
            <w:r w:rsidRPr="00EC24E5">
              <w:rPr>
                <w:lang w:val="en-US" w:eastAsia="en-US"/>
              </w:rPr>
              <w:t xml:space="preserve">3. </w:t>
            </w: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0" w:rsidRPr="00E71460" w:rsidRDefault="00E71460" w:rsidP="00E71460">
            <w:pPr>
              <w:suppressAutoHyphens/>
              <w:ind w:left="28" w:right="-243"/>
              <w:rPr>
                <w:lang w:eastAsia="zh-CN"/>
              </w:rPr>
            </w:pPr>
            <w:r w:rsidRPr="00E71460">
              <w:rPr>
                <w:lang w:eastAsia="en-US"/>
              </w:rPr>
              <w:t>Главный бухгалтер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71460" w:rsidRPr="00E71460" w:rsidRDefault="00E71460" w:rsidP="00E71460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71460" w:rsidRPr="00E71460" w:rsidRDefault="00E71460" w:rsidP="00E71460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4C69C1" w:rsidRPr="00FE5CCA" w:rsidRDefault="00E71460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4C69C1" w:rsidRPr="00FE5CCA" w:rsidRDefault="004C69C1">
            <w:pPr>
              <w:rPr>
                <w:lang w:eastAsia="en-US"/>
              </w:rPr>
            </w:pPr>
          </w:p>
        </w:tc>
      </w:tr>
      <w:tr w:rsidR="004C69C1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1" w:rsidRPr="00FE5CCA" w:rsidRDefault="004C69C1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Заведующий учебно-методическим отделом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Системный блок AMD </w:t>
            </w:r>
            <w:proofErr w:type="spellStart"/>
            <w:r>
              <w:rPr>
                <w:lang w:eastAsia="en-US"/>
              </w:rPr>
              <w:t>Athlon</w:t>
            </w:r>
            <w:proofErr w:type="spellEnd"/>
            <w:r>
              <w:rPr>
                <w:lang w:eastAsia="en-US"/>
              </w:rPr>
              <w:t xml:space="preserve"> II x2 255 4GB, год ввода в эксплуатацию: 2014</w:t>
            </w:r>
          </w:p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DNS V2350, зав.№ отсутствует, год выпуска 2013</w:t>
            </w:r>
          </w:p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201611180133, год выпуска 2016</w:t>
            </w:r>
          </w:p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МФУ </w:t>
            </w:r>
            <w:proofErr w:type="spellStart"/>
            <w:r>
              <w:rPr>
                <w:lang w:eastAsia="en-US"/>
              </w:rPr>
              <w:t>Kyocera</w:t>
            </w:r>
            <w:proofErr w:type="spellEnd"/>
            <w:r>
              <w:rPr>
                <w:lang w:eastAsia="en-US"/>
              </w:rPr>
              <w:t xml:space="preserve"> ECOSYS M2535dn, № 130040-17, год ввода в эксплуатацию: 2017</w:t>
            </w:r>
          </w:p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AMD </w:t>
            </w:r>
            <w:proofErr w:type="spellStart"/>
            <w:r>
              <w:rPr>
                <w:lang w:eastAsia="en-US"/>
              </w:rPr>
              <w:t>Athlon</w:t>
            </w:r>
            <w:proofErr w:type="spellEnd"/>
            <w:r>
              <w:rPr>
                <w:lang w:eastAsia="en-US"/>
              </w:rPr>
              <w:t xml:space="preserve"> II x2 255 4GB,</w:t>
            </w:r>
          </w:p>
          <w:p w:rsidR="00EC24E5" w:rsidRPr="00EC24E5" w:rsidRDefault="00EC24E5" w:rsidP="00EC24E5">
            <w:pPr>
              <w:rPr>
                <w:lang w:val="en-US"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>
              <w:rPr>
                <w:lang w:eastAsia="en-US"/>
              </w:rPr>
              <w:t>ИБП</w:t>
            </w:r>
            <w:r w:rsidRPr="00EC24E5">
              <w:rPr>
                <w:lang w:val="en-US" w:eastAsia="en-US"/>
              </w:rPr>
              <w:t xml:space="preserve"> Crown CMU-SP500EURO,</w:t>
            </w:r>
          </w:p>
          <w:p w:rsidR="00EC24E5" w:rsidRPr="00EC24E5" w:rsidRDefault="00EC24E5" w:rsidP="00EC24E5">
            <w:pPr>
              <w:rPr>
                <w:lang w:val="en-US" w:eastAsia="en-US"/>
              </w:rPr>
            </w:pPr>
            <w:r w:rsidRPr="00EC24E5">
              <w:rPr>
                <w:lang w:val="en-US" w:eastAsia="en-US"/>
              </w:rPr>
              <w:t xml:space="preserve">    </w:t>
            </w:r>
            <w:r>
              <w:rPr>
                <w:lang w:eastAsia="en-US"/>
              </w:rPr>
              <w:t>МФУ</w:t>
            </w:r>
            <w:r w:rsidRPr="00EC24E5">
              <w:rPr>
                <w:lang w:val="en-US" w:eastAsia="en-US"/>
              </w:rPr>
              <w:t xml:space="preserve"> Kyocera ECOSYS M2535dn</w:t>
            </w:r>
          </w:p>
          <w:p w:rsidR="004C69C1" w:rsidRPr="00FE5CCA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0" w:rsidRPr="00E71460" w:rsidRDefault="00E71460" w:rsidP="00E71460">
            <w:pPr>
              <w:suppressAutoHyphens/>
              <w:ind w:left="28" w:right="-243"/>
              <w:rPr>
                <w:lang w:eastAsia="zh-CN"/>
              </w:rPr>
            </w:pPr>
            <w:r w:rsidRPr="00FE5CCA">
              <w:rPr>
                <w:lang w:eastAsia="zh-CN"/>
              </w:rPr>
              <w:lastRenderedPageBreak/>
              <w:t>Заведующий учебно-методическим отделом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71460" w:rsidRPr="00E71460" w:rsidRDefault="00E71460" w:rsidP="00E71460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71460" w:rsidRPr="00E71460" w:rsidRDefault="00E71460" w:rsidP="00E71460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4C69C1" w:rsidRPr="00FE5CCA" w:rsidRDefault="00E71460" w:rsidP="00E71460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4C69C1" w:rsidRPr="00FE5CCA" w:rsidTr="00715495">
        <w:trPr>
          <w:trHeight w:val="1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1" w:rsidRPr="00FE5CCA" w:rsidRDefault="004C69C1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4C69C1" w:rsidRPr="00FE5CCA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4C69C1" w:rsidRDefault="004C69C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Ведущий экономист</w:t>
            </w:r>
          </w:p>
          <w:p w:rsidR="004C69C1" w:rsidRPr="00FE5CCA" w:rsidRDefault="004C69C1" w:rsidP="00EC24E5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N3150 1,6GHz 4GB, год ввода в эксплуатацию: 2017</w:t>
            </w:r>
          </w:p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</w:t>
            </w:r>
            <w:proofErr w:type="spellStart"/>
            <w:r>
              <w:rPr>
                <w:lang w:eastAsia="en-US"/>
              </w:rPr>
              <w:t>Samsung</w:t>
            </w:r>
            <w:proofErr w:type="spellEnd"/>
            <w:r>
              <w:rPr>
                <w:lang w:eastAsia="en-US"/>
              </w:rPr>
              <w:t xml:space="preserve"> LS22C20K, № 3128HLND301331M, год выпуска 2013</w:t>
            </w:r>
          </w:p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Ippon</w:t>
            </w:r>
            <w:proofErr w:type="spellEnd"/>
            <w:r>
              <w:rPr>
                <w:lang w:eastAsia="en-US"/>
              </w:rPr>
              <w:t xml:space="preserve"> BCP-600, № BCP600BKXX11140914250, год ввода в эксплуатацию: 2014</w:t>
            </w:r>
          </w:p>
          <w:p w:rsidR="00EC24E5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МФУ </w:t>
            </w:r>
            <w:proofErr w:type="spellStart"/>
            <w:r>
              <w:rPr>
                <w:lang w:eastAsia="en-US"/>
              </w:rPr>
              <w:t>Kyocera</w:t>
            </w:r>
            <w:proofErr w:type="spellEnd"/>
            <w:r>
              <w:rPr>
                <w:lang w:eastAsia="en-US"/>
              </w:rPr>
              <w:t xml:space="preserve"> FS-1025MFP, № 120019-17, год ввода в эксплуатацию: 2013</w:t>
            </w:r>
          </w:p>
          <w:p w:rsidR="00765F24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>2. С</w:t>
            </w:r>
            <w:r w:rsidR="00765F24">
              <w:rPr>
                <w:lang w:eastAsia="en-US"/>
              </w:rPr>
              <w:t>истемный блок N3150 1,6GHz 4GB,</w:t>
            </w:r>
          </w:p>
          <w:p w:rsidR="00765F24" w:rsidRDefault="00765F24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Ippon</w:t>
            </w:r>
            <w:proofErr w:type="spellEnd"/>
            <w:r>
              <w:rPr>
                <w:lang w:eastAsia="en-US"/>
              </w:rPr>
              <w:t xml:space="preserve"> BCP-600,</w:t>
            </w:r>
          </w:p>
          <w:p w:rsidR="00EC24E5" w:rsidRDefault="00765F24" w:rsidP="00EC24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="00EC24E5">
              <w:rPr>
                <w:lang w:eastAsia="en-US"/>
              </w:rPr>
              <w:t xml:space="preserve">МФУ </w:t>
            </w:r>
            <w:proofErr w:type="spellStart"/>
            <w:r w:rsidR="00EC24E5">
              <w:rPr>
                <w:lang w:eastAsia="en-US"/>
              </w:rPr>
              <w:t>Kyocera</w:t>
            </w:r>
            <w:proofErr w:type="spellEnd"/>
            <w:r w:rsidR="00EC24E5">
              <w:rPr>
                <w:lang w:eastAsia="en-US"/>
              </w:rPr>
              <w:t xml:space="preserve"> FS-1025MFP</w:t>
            </w:r>
          </w:p>
          <w:p w:rsidR="004C69C1" w:rsidRPr="00FE5CCA" w:rsidRDefault="00EC24E5" w:rsidP="00EC24E5">
            <w:pPr>
              <w:rPr>
                <w:lang w:eastAsia="en-US"/>
              </w:rPr>
            </w:pPr>
            <w:r>
              <w:rPr>
                <w:lang w:eastAsia="en-US"/>
              </w:rPr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Default="00E71460" w:rsidP="00E71460">
            <w:pPr>
              <w:suppressAutoHyphens/>
              <w:ind w:left="28" w:right="-243"/>
              <w:rPr>
                <w:lang w:eastAsia="zh-CN"/>
              </w:rPr>
            </w:pPr>
            <w:r w:rsidRPr="00FE5CCA">
              <w:rPr>
                <w:lang w:eastAsia="zh-CN"/>
              </w:rPr>
              <w:t>Ведущий экономист</w:t>
            </w:r>
            <w:r w:rsidRPr="00E71460">
              <w:rPr>
                <w:lang w:eastAsia="zh-CN"/>
              </w:rPr>
              <w:t xml:space="preserve"> </w:t>
            </w:r>
            <w:proofErr w:type="gramStart"/>
            <w:r w:rsidRPr="00E71460">
              <w:rPr>
                <w:lang w:eastAsia="zh-CN"/>
              </w:rPr>
              <w:t>в</w:t>
            </w:r>
            <w:proofErr w:type="gramEnd"/>
            <w:r w:rsidRPr="00E71460">
              <w:rPr>
                <w:lang w:eastAsia="zh-CN"/>
              </w:rPr>
              <w:t xml:space="preserve"> </w:t>
            </w:r>
          </w:p>
          <w:p w:rsidR="00E71460" w:rsidRPr="00E71460" w:rsidRDefault="00E71460" w:rsidP="00E71460">
            <w:pPr>
              <w:suppressAutoHyphens/>
              <w:ind w:left="28" w:right="-243"/>
              <w:rPr>
                <w:lang w:eastAsia="zh-CN"/>
              </w:rPr>
            </w:pPr>
            <w:r w:rsidRPr="00E71460">
              <w:rPr>
                <w:lang w:eastAsia="zh-CN"/>
              </w:rPr>
              <w:t>течение дня находится:</w:t>
            </w:r>
          </w:p>
          <w:p w:rsidR="00E71460" w:rsidRPr="00E71460" w:rsidRDefault="00E71460" w:rsidP="00E71460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71460" w:rsidRPr="00E71460" w:rsidRDefault="00E71460" w:rsidP="00E71460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4C69C1" w:rsidRPr="00FE5CCA" w:rsidRDefault="00E71460" w:rsidP="00EC24E5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E71460" w:rsidRPr="00FE5CCA" w:rsidTr="00715495">
        <w:trPr>
          <w:trHeight w:val="1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0" w:rsidRPr="00FE5CCA" w:rsidRDefault="00E71460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0" w:rsidRPr="00FE5CCA" w:rsidRDefault="00E71460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71460" w:rsidRPr="00FE5CCA" w:rsidRDefault="00E71460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71460" w:rsidRPr="00FE5CCA" w:rsidRDefault="00E71460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71460" w:rsidRDefault="00E71460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Ведущий экономист</w:t>
            </w:r>
          </w:p>
          <w:p w:rsidR="00E71460" w:rsidRPr="00FE5CCA" w:rsidRDefault="00E71460" w:rsidP="00DF4000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00" w:rsidRDefault="00DF4000" w:rsidP="00DF4000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AMD 140 2,7GHz 2GB, год ввода в эксплуатацию: 2016</w:t>
            </w:r>
          </w:p>
          <w:p w:rsidR="00DF4000" w:rsidRDefault="00DF4000" w:rsidP="00DF400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AOC E2370S, № AADE49A001278, год ввода в эксплуатацию: 2016</w:t>
            </w:r>
          </w:p>
          <w:p w:rsidR="00DF4000" w:rsidRDefault="00DF4000" w:rsidP="00DF400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201611180335, год выпуска: 2016</w:t>
            </w:r>
          </w:p>
          <w:p w:rsidR="00765F24" w:rsidRDefault="00DF4000" w:rsidP="00DF400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AMD 140 2,7GHz 2GB, </w:t>
            </w:r>
          </w:p>
          <w:p w:rsidR="00DF4000" w:rsidRPr="00765F24" w:rsidRDefault="00765F24" w:rsidP="00DF4000">
            <w:pPr>
              <w:rPr>
                <w:lang w:val="en-US"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 w:rsidR="00DF4000">
              <w:rPr>
                <w:lang w:eastAsia="en-US"/>
              </w:rPr>
              <w:t>ИБП</w:t>
            </w:r>
            <w:r w:rsidR="00DF4000" w:rsidRPr="00765F24">
              <w:rPr>
                <w:lang w:val="en-US" w:eastAsia="en-US"/>
              </w:rPr>
              <w:t xml:space="preserve"> Crown CMU-SP500EURO</w:t>
            </w:r>
          </w:p>
          <w:p w:rsidR="00E71460" w:rsidRPr="00765F24" w:rsidRDefault="00DF4000" w:rsidP="00DF4000">
            <w:pPr>
              <w:rPr>
                <w:lang w:val="en-US" w:eastAsia="en-US"/>
              </w:rPr>
            </w:pPr>
            <w:r w:rsidRPr="00765F24">
              <w:rPr>
                <w:lang w:val="en-US" w:eastAsia="en-US"/>
              </w:rPr>
              <w:t xml:space="preserve">3. </w:t>
            </w: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Default="00E71460" w:rsidP="00E86FA7">
            <w:pPr>
              <w:suppressAutoHyphens/>
              <w:ind w:left="28" w:right="-243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Ведущий экономист </w:t>
            </w:r>
            <w:r w:rsidRPr="00E71460">
              <w:rPr>
                <w:lang w:eastAsia="zh-CN"/>
              </w:rPr>
              <w:t xml:space="preserve"> </w:t>
            </w:r>
            <w:proofErr w:type="gramStart"/>
            <w:r w:rsidRPr="00E71460">
              <w:rPr>
                <w:lang w:eastAsia="zh-CN"/>
              </w:rPr>
              <w:t>в</w:t>
            </w:r>
            <w:proofErr w:type="gramEnd"/>
            <w:r w:rsidRPr="00E71460">
              <w:rPr>
                <w:lang w:eastAsia="zh-CN"/>
              </w:rPr>
              <w:t xml:space="preserve"> </w:t>
            </w:r>
          </w:p>
          <w:p w:rsidR="00E71460" w:rsidRPr="00E71460" w:rsidRDefault="00E71460" w:rsidP="00E86FA7">
            <w:pPr>
              <w:suppressAutoHyphens/>
              <w:ind w:left="28" w:right="-243"/>
              <w:rPr>
                <w:lang w:eastAsia="zh-CN"/>
              </w:rPr>
            </w:pPr>
            <w:r w:rsidRPr="00E71460">
              <w:rPr>
                <w:lang w:eastAsia="zh-CN"/>
              </w:rPr>
              <w:t>течение дня находится:</w:t>
            </w:r>
          </w:p>
          <w:p w:rsidR="00E71460" w:rsidRPr="00E71460" w:rsidRDefault="00E71460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71460" w:rsidRPr="00E71460" w:rsidRDefault="00E71460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71460" w:rsidRPr="00FE5CCA" w:rsidRDefault="00E71460" w:rsidP="00E86FA7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71460" w:rsidRPr="00FE5CCA" w:rsidRDefault="00E71460" w:rsidP="00E86FA7">
            <w:pPr>
              <w:rPr>
                <w:lang w:eastAsia="en-US"/>
              </w:rPr>
            </w:pPr>
          </w:p>
        </w:tc>
      </w:tr>
      <w:tr w:rsidR="00E86FA7" w:rsidRPr="00FE5CCA" w:rsidTr="00715495">
        <w:trPr>
          <w:trHeight w:val="1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86FA7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Экономист</w:t>
            </w:r>
          </w:p>
          <w:p w:rsidR="00E86FA7" w:rsidRPr="00FE5CCA" w:rsidRDefault="00E86FA7" w:rsidP="004441A3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A3" w:rsidRDefault="004441A3" w:rsidP="004441A3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N3150 1,6GHz 4GB, год ввода в эксплуатацию: 2017</w:t>
            </w:r>
          </w:p>
          <w:p w:rsidR="004441A3" w:rsidRDefault="004441A3" w:rsidP="004441A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</w:t>
            </w:r>
            <w:proofErr w:type="spellStart"/>
            <w:r>
              <w:rPr>
                <w:lang w:eastAsia="en-US"/>
              </w:rPr>
              <w:t>Philips</w:t>
            </w:r>
            <w:proofErr w:type="spellEnd"/>
            <w:r>
              <w:rPr>
                <w:lang w:eastAsia="en-US"/>
              </w:rPr>
              <w:t xml:space="preserve"> 226V4L, № AU5A1239024510, год выпуска 2012</w:t>
            </w:r>
          </w:p>
          <w:p w:rsidR="004441A3" w:rsidRDefault="004441A3" w:rsidP="004441A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201611180341, год выпуска 2016</w:t>
            </w:r>
          </w:p>
          <w:p w:rsidR="004441A3" w:rsidRDefault="004441A3" w:rsidP="004441A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Принтер HP LJ P2035n, № CNCKN04759, год выпуска 2009</w:t>
            </w:r>
          </w:p>
          <w:p w:rsidR="00765F24" w:rsidRDefault="004441A3" w:rsidP="004441A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N3150 1,6GHz 4GB, </w:t>
            </w:r>
          </w:p>
          <w:p w:rsidR="00765F24" w:rsidRDefault="00765F24" w:rsidP="004441A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="004441A3">
              <w:rPr>
                <w:lang w:eastAsia="en-US"/>
              </w:rPr>
              <w:t xml:space="preserve">ИБП </w:t>
            </w:r>
            <w:proofErr w:type="spellStart"/>
            <w:r w:rsidR="004441A3">
              <w:rPr>
                <w:lang w:eastAsia="en-US"/>
              </w:rPr>
              <w:t>Crown</w:t>
            </w:r>
            <w:proofErr w:type="spellEnd"/>
            <w:r w:rsidR="004441A3">
              <w:rPr>
                <w:lang w:eastAsia="en-US"/>
              </w:rPr>
              <w:t xml:space="preserve"> CMU-SP500EURO, </w:t>
            </w:r>
          </w:p>
          <w:p w:rsidR="004441A3" w:rsidRDefault="00765F24" w:rsidP="004441A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="004441A3">
              <w:rPr>
                <w:lang w:eastAsia="en-US"/>
              </w:rPr>
              <w:t>Принтер HP LJ P2035n</w:t>
            </w:r>
          </w:p>
          <w:p w:rsidR="00E86FA7" w:rsidRPr="00FE5CCA" w:rsidRDefault="004441A3" w:rsidP="004441A3">
            <w:pPr>
              <w:rPr>
                <w:lang w:eastAsia="en-US"/>
              </w:rPr>
            </w:pPr>
            <w:r>
              <w:rPr>
                <w:lang w:eastAsia="en-US"/>
              </w:rPr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Э</w:t>
            </w:r>
            <w:r w:rsidRPr="00FE5CCA">
              <w:rPr>
                <w:lang w:eastAsia="zh-CN"/>
              </w:rPr>
              <w:t xml:space="preserve">кономист 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E86FA7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86FA7" w:rsidRPr="00FE5CCA" w:rsidRDefault="00E86FA7" w:rsidP="00E86FA7">
            <w:pPr>
              <w:rPr>
                <w:lang w:eastAsia="en-US"/>
              </w:rPr>
            </w:pPr>
          </w:p>
        </w:tc>
      </w:tr>
      <w:tr w:rsidR="00E86FA7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ул. Советская, 63 </w:t>
            </w:r>
          </w:p>
          <w:p w:rsidR="00E86FA7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Бухгалтер-ревизор</w:t>
            </w:r>
          </w:p>
          <w:p w:rsidR="00E86FA7" w:rsidRPr="00FE5CCA" w:rsidRDefault="00E86FA7" w:rsidP="004441A3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8A" w:rsidRDefault="00AD238A" w:rsidP="00AD238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Системный блок </w:t>
            </w:r>
            <w:proofErr w:type="spellStart"/>
            <w:r>
              <w:rPr>
                <w:lang w:eastAsia="en-US"/>
              </w:rPr>
              <w:t>Core</w:t>
            </w:r>
            <w:proofErr w:type="spellEnd"/>
            <w:r>
              <w:rPr>
                <w:lang w:eastAsia="en-US"/>
              </w:rPr>
              <w:t xml:space="preserve"> i3-4130 3,4GHz 4GB, год ввода в эксплуатацию: 2014</w:t>
            </w:r>
          </w:p>
          <w:p w:rsidR="00AD238A" w:rsidRDefault="00AD238A" w:rsidP="00AD238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AOC, </w:t>
            </w:r>
            <w:proofErr w:type="spellStart"/>
            <w:r>
              <w:rPr>
                <w:lang w:eastAsia="en-US"/>
              </w:rPr>
              <w:t>зав.№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отстутствует</w:t>
            </w:r>
            <w:proofErr w:type="spellEnd"/>
            <w:r>
              <w:rPr>
                <w:lang w:eastAsia="en-US"/>
              </w:rPr>
              <w:t>, год выпуска 2013</w:t>
            </w:r>
          </w:p>
          <w:p w:rsidR="00AD238A" w:rsidRDefault="00AD238A" w:rsidP="00AD238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201610170026, год выпуска 2016</w:t>
            </w:r>
          </w:p>
          <w:p w:rsidR="00AD238A" w:rsidRDefault="00AD238A" w:rsidP="00AD238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Принтер </w:t>
            </w:r>
            <w:proofErr w:type="spellStart"/>
            <w:r>
              <w:rPr>
                <w:lang w:eastAsia="en-US"/>
              </w:rPr>
              <w:t>Xerox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Phaser</w:t>
            </w:r>
            <w:proofErr w:type="spellEnd"/>
            <w:r>
              <w:rPr>
                <w:lang w:eastAsia="en-US"/>
              </w:rPr>
              <w:t xml:space="preserve"> 3600, </w:t>
            </w:r>
            <w:proofErr w:type="spellStart"/>
            <w:r>
              <w:rPr>
                <w:lang w:eastAsia="en-US"/>
              </w:rPr>
              <w:t>зав.№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отстутствует</w:t>
            </w:r>
            <w:proofErr w:type="spellEnd"/>
            <w:r>
              <w:rPr>
                <w:lang w:eastAsia="en-US"/>
              </w:rPr>
              <w:t>, год ввода в эксплуатацию: 2017</w:t>
            </w:r>
          </w:p>
          <w:p w:rsidR="00765F24" w:rsidRPr="003A7AF7" w:rsidRDefault="00AD238A" w:rsidP="00AD238A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2. </w:t>
            </w:r>
            <w:r>
              <w:rPr>
                <w:lang w:eastAsia="en-US"/>
              </w:rPr>
              <w:t>Системный</w:t>
            </w:r>
            <w:r w:rsidRPr="003A7AF7"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блок</w:t>
            </w:r>
            <w:r w:rsidRPr="003A7AF7">
              <w:rPr>
                <w:lang w:val="en-US" w:eastAsia="en-US"/>
              </w:rPr>
              <w:t xml:space="preserve"> Core i3-4130 3,4GHz 4GB, </w:t>
            </w:r>
          </w:p>
          <w:p w:rsidR="00765F24" w:rsidRPr="003A7AF7" w:rsidRDefault="00765F24" w:rsidP="00AD238A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    </w:t>
            </w:r>
            <w:r w:rsidR="00AD238A">
              <w:rPr>
                <w:lang w:eastAsia="en-US"/>
              </w:rPr>
              <w:t>ИБП</w:t>
            </w:r>
            <w:r w:rsidR="00AD238A" w:rsidRPr="003A7AF7">
              <w:rPr>
                <w:lang w:val="en-US" w:eastAsia="en-US"/>
              </w:rPr>
              <w:t xml:space="preserve"> Crown CMU-SP500EURO, </w:t>
            </w:r>
          </w:p>
          <w:p w:rsidR="00AD238A" w:rsidRDefault="00765F24" w:rsidP="00AD238A">
            <w:pPr>
              <w:rPr>
                <w:lang w:eastAsia="en-US"/>
              </w:rPr>
            </w:pPr>
            <w:r w:rsidRPr="003A7AF7">
              <w:rPr>
                <w:lang w:val="en-US" w:eastAsia="en-US"/>
              </w:rPr>
              <w:t xml:space="preserve">    </w:t>
            </w:r>
            <w:r w:rsidR="00AD238A">
              <w:rPr>
                <w:lang w:eastAsia="en-US"/>
              </w:rPr>
              <w:t xml:space="preserve">Принтер </w:t>
            </w:r>
            <w:proofErr w:type="spellStart"/>
            <w:r w:rsidR="00AD238A">
              <w:rPr>
                <w:lang w:eastAsia="en-US"/>
              </w:rPr>
              <w:t>Xerox</w:t>
            </w:r>
            <w:proofErr w:type="spellEnd"/>
            <w:r w:rsidR="00AD238A">
              <w:rPr>
                <w:lang w:eastAsia="en-US"/>
              </w:rPr>
              <w:t xml:space="preserve"> </w:t>
            </w:r>
            <w:proofErr w:type="spellStart"/>
            <w:r w:rsidR="00AD238A">
              <w:rPr>
                <w:lang w:eastAsia="en-US"/>
              </w:rPr>
              <w:t>Phaser</w:t>
            </w:r>
            <w:proofErr w:type="spellEnd"/>
            <w:r w:rsidR="00AD238A">
              <w:rPr>
                <w:lang w:eastAsia="en-US"/>
              </w:rPr>
              <w:t xml:space="preserve"> 3600</w:t>
            </w:r>
          </w:p>
          <w:p w:rsidR="00E86FA7" w:rsidRPr="00FE5CCA" w:rsidRDefault="00AD238A" w:rsidP="00AD238A">
            <w:pPr>
              <w:rPr>
                <w:lang w:eastAsia="en-US"/>
              </w:rPr>
            </w:pPr>
            <w:r>
              <w:rPr>
                <w:lang w:eastAsia="en-US"/>
              </w:rPr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 w:rsidRPr="00FE5CCA">
              <w:rPr>
                <w:lang w:eastAsia="zh-CN"/>
              </w:rPr>
              <w:t>Бухгалтер-ревизор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86FA7" w:rsidRPr="00FE5CCA" w:rsidRDefault="00E86FA7">
            <w:pPr>
              <w:rPr>
                <w:lang w:eastAsia="en-US"/>
              </w:rPr>
            </w:pPr>
          </w:p>
        </w:tc>
      </w:tr>
      <w:tr w:rsidR="00E86FA7" w:rsidRPr="00FE5CCA" w:rsidTr="00715495">
        <w:trPr>
          <w:trHeight w:val="1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8</w:t>
            </w:r>
          </w:p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</w:p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86FA7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Бухгалтер</w:t>
            </w:r>
          </w:p>
          <w:p w:rsidR="00E86FA7" w:rsidRPr="00FE5CCA" w:rsidRDefault="00E86FA7" w:rsidP="00ED7250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50" w:rsidRDefault="00ED7250" w:rsidP="00ED7250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AMD A4-4020 3,2GHz 4GB, год ввода в эксплуатацию: 2014</w:t>
            </w:r>
          </w:p>
          <w:p w:rsidR="00ED7250" w:rsidRDefault="00ED7250" w:rsidP="00ED725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</w:t>
            </w:r>
            <w:proofErr w:type="spellStart"/>
            <w:r>
              <w:rPr>
                <w:lang w:eastAsia="en-US"/>
              </w:rPr>
              <w:t>Philips</w:t>
            </w:r>
            <w:proofErr w:type="spellEnd"/>
            <w:r>
              <w:rPr>
                <w:lang w:eastAsia="en-US"/>
              </w:rPr>
              <w:t xml:space="preserve"> 234E5Q, № UHBA1321005011, год выпуска 2013</w:t>
            </w:r>
          </w:p>
          <w:p w:rsidR="00ED7250" w:rsidRDefault="00ED7250" w:rsidP="00ED725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201611180336, год выпуска 2016</w:t>
            </w:r>
          </w:p>
          <w:p w:rsidR="007A1869" w:rsidRDefault="00ED7250" w:rsidP="00ED725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AMD A4-4020 3,2GHz 4GB, </w:t>
            </w:r>
          </w:p>
          <w:p w:rsidR="00ED7250" w:rsidRPr="007A1869" w:rsidRDefault="007A1869" w:rsidP="00ED7250">
            <w:pPr>
              <w:rPr>
                <w:lang w:val="en-US"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 w:rsidR="00ED7250">
              <w:rPr>
                <w:lang w:eastAsia="en-US"/>
              </w:rPr>
              <w:t>ИБП</w:t>
            </w:r>
            <w:r w:rsidR="00ED7250" w:rsidRPr="007A1869">
              <w:rPr>
                <w:lang w:val="en-US" w:eastAsia="en-US"/>
              </w:rPr>
              <w:t xml:space="preserve"> Crown CMU-SP500EURO</w:t>
            </w:r>
          </w:p>
          <w:p w:rsidR="00E86FA7" w:rsidRPr="007A1869" w:rsidRDefault="00ED7250" w:rsidP="00ED7250">
            <w:pPr>
              <w:rPr>
                <w:lang w:val="en-US" w:eastAsia="en-US"/>
              </w:rPr>
            </w:pPr>
            <w:r w:rsidRPr="007A1869">
              <w:rPr>
                <w:lang w:val="en-US" w:eastAsia="en-US"/>
              </w:rPr>
              <w:t xml:space="preserve">3. </w:t>
            </w: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 w:rsidRPr="00FE5CCA">
              <w:rPr>
                <w:lang w:eastAsia="zh-CN"/>
              </w:rPr>
              <w:t>Бухгалтер</w:t>
            </w:r>
            <w:r>
              <w:rPr>
                <w:lang w:eastAsia="zh-CN"/>
              </w:rPr>
              <w:t xml:space="preserve"> </w:t>
            </w:r>
            <w:r w:rsidRPr="00E71460">
              <w:rPr>
                <w:lang w:eastAsia="zh-CN"/>
              </w:rPr>
              <w:t>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E86FA7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86FA7" w:rsidRPr="00FE5CCA" w:rsidRDefault="00E86FA7" w:rsidP="00E86FA7">
            <w:pPr>
              <w:rPr>
                <w:lang w:eastAsia="en-US"/>
              </w:rPr>
            </w:pPr>
          </w:p>
        </w:tc>
      </w:tr>
      <w:tr w:rsidR="00E86FA7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9</w:t>
            </w:r>
          </w:p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</w:p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</w:p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86FA7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Бухгалтер</w:t>
            </w:r>
          </w:p>
          <w:p w:rsidR="00E86FA7" w:rsidRPr="00FE5CCA" w:rsidRDefault="00E86FA7" w:rsidP="00ED7250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56" w:rsidRDefault="000D6456" w:rsidP="000D645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Моноблок </w:t>
            </w:r>
            <w:proofErr w:type="spellStart"/>
            <w:r>
              <w:rPr>
                <w:lang w:eastAsia="en-US"/>
              </w:rPr>
              <w:t>iRU</w:t>
            </w:r>
            <w:proofErr w:type="spellEnd"/>
            <w:r>
              <w:rPr>
                <w:lang w:eastAsia="en-US"/>
              </w:rPr>
              <w:t xml:space="preserve"> K2101, № K210101160410, год ввода в эксплуатацию: 2017</w:t>
            </w:r>
          </w:p>
          <w:p w:rsidR="000D6456" w:rsidRDefault="000D6456" w:rsidP="000D645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201611180272, год выпуска: 2016</w:t>
            </w:r>
          </w:p>
          <w:p w:rsidR="007A1869" w:rsidRDefault="000D6456" w:rsidP="000D645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Моноблок </w:t>
            </w:r>
            <w:proofErr w:type="spellStart"/>
            <w:r>
              <w:rPr>
                <w:lang w:eastAsia="en-US"/>
              </w:rPr>
              <w:t>iRU</w:t>
            </w:r>
            <w:proofErr w:type="spellEnd"/>
            <w:r>
              <w:rPr>
                <w:lang w:eastAsia="en-US"/>
              </w:rPr>
              <w:t xml:space="preserve"> K2101, </w:t>
            </w:r>
          </w:p>
          <w:p w:rsidR="000D6456" w:rsidRPr="003A7AF7" w:rsidRDefault="007A1869" w:rsidP="000D6456">
            <w:pPr>
              <w:rPr>
                <w:lang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 w:rsidR="000D6456">
              <w:rPr>
                <w:lang w:eastAsia="en-US"/>
              </w:rPr>
              <w:t>ИБП</w:t>
            </w:r>
            <w:r w:rsidR="000D6456" w:rsidRPr="003A7AF7">
              <w:rPr>
                <w:lang w:eastAsia="en-US"/>
              </w:rPr>
              <w:t xml:space="preserve"> </w:t>
            </w:r>
            <w:r w:rsidR="000D6456" w:rsidRPr="007A1869">
              <w:rPr>
                <w:lang w:val="en-US" w:eastAsia="en-US"/>
              </w:rPr>
              <w:t>Crown</w:t>
            </w:r>
            <w:r w:rsidR="000D6456" w:rsidRPr="003A7AF7">
              <w:rPr>
                <w:lang w:eastAsia="en-US"/>
              </w:rPr>
              <w:t xml:space="preserve"> </w:t>
            </w:r>
            <w:r w:rsidR="000D6456" w:rsidRPr="007A1869">
              <w:rPr>
                <w:lang w:val="en-US" w:eastAsia="en-US"/>
              </w:rPr>
              <w:t>CMU</w:t>
            </w:r>
            <w:r w:rsidR="000D6456" w:rsidRPr="003A7AF7">
              <w:rPr>
                <w:lang w:eastAsia="en-US"/>
              </w:rPr>
              <w:t>-</w:t>
            </w:r>
            <w:r w:rsidR="000D6456" w:rsidRPr="007A1869">
              <w:rPr>
                <w:lang w:val="en-US" w:eastAsia="en-US"/>
              </w:rPr>
              <w:t>SP</w:t>
            </w:r>
            <w:r w:rsidR="000D6456" w:rsidRPr="003A7AF7">
              <w:rPr>
                <w:lang w:eastAsia="en-US"/>
              </w:rPr>
              <w:t>500</w:t>
            </w:r>
            <w:r w:rsidR="000D6456" w:rsidRPr="007A1869">
              <w:rPr>
                <w:lang w:val="en-US" w:eastAsia="en-US"/>
              </w:rPr>
              <w:t>EURO</w:t>
            </w:r>
          </w:p>
          <w:p w:rsidR="00E86FA7" w:rsidRPr="007A1869" w:rsidRDefault="000D6456" w:rsidP="000D6456">
            <w:pPr>
              <w:rPr>
                <w:lang w:val="en-US" w:eastAsia="en-US"/>
              </w:rPr>
            </w:pPr>
            <w:r w:rsidRPr="007A1869">
              <w:rPr>
                <w:lang w:val="en-US" w:eastAsia="en-US"/>
              </w:rPr>
              <w:t xml:space="preserve">3. </w:t>
            </w: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 w:rsidRPr="00FE5CCA">
              <w:rPr>
                <w:lang w:eastAsia="zh-CN"/>
              </w:rPr>
              <w:t>Бухгалтер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E86FA7">
            <w:pPr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86FA7" w:rsidRPr="00FE5CCA" w:rsidRDefault="00E86FA7" w:rsidP="00E86FA7">
            <w:pPr>
              <w:rPr>
                <w:lang w:eastAsia="en-US"/>
              </w:rPr>
            </w:pPr>
          </w:p>
        </w:tc>
      </w:tr>
      <w:tr w:rsidR="00E86FA7" w:rsidRPr="00FE5CCA" w:rsidTr="00715495">
        <w:trPr>
          <w:trHeight w:val="1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lastRenderedPageBreak/>
              <w:t>10</w:t>
            </w:r>
          </w:p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</w:p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86FA7" w:rsidRPr="00FE5CCA" w:rsidRDefault="00E86FA7" w:rsidP="006B4B34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Старший специалист по закупкам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AMD A4-4000 3GHz 4GB, год ввода в эксплуатацию: 2014</w:t>
            </w:r>
          </w:p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</w:t>
            </w:r>
            <w:proofErr w:type="spellStart"/>
            <w:r>
              <w:rPr>
                <w:lang w:eastAsia="en-US"/>
              </w:rPr>
              <w:t>Philips</w:t>
            </w:r>
            <w:proofErr w:type="spellEnd"/>
            <w:r>
              <w:rPr>
                <w:lang w:eastAsia="en-US"/>
              </w:rPr>
              <w:t xml:space="preserve"> 234E5Q, № UHBA1321005243, год выпуска 2013</w:t>
            </w:r>
          </w:p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201610170509, год выпуска 2016</w:t>
            </w:r>
          </w:p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МФУ </w:t>
            </w:r>
            <w:proofErr w:type="spellStart"/>
            <w:r>
              <w:rPr>
                <w:lang w:eastAsia="en-US"/>
              </w:rPr>
              <w:t>Kyocera</w:t>
            </w:r>
            <w:proofErr w:type="spellEnd"/>
            <w:r>
              <w:rPr>
                <w:lang w:eastAsia="en-US"/>
              </w:rPr>
              <w:t xml:space="preserve"> FS-1025MFP, № 120019-17, год ввода в эксплуатацию: 2014</w:t>
            </w:r>
          </w:p>
          <w:p w:rsidR="007A1869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AMD A4-4000 3GHz 4GB, </w:t>
            </w:r>
          </w:p>
          <w:p w:rsidR="007A1869" w:rsidRPr="003A7AF7" w:rsidRDefault="007A1869" w:rsidP="007C3665">
            <w:pPr>
              <w:rPr>
                <w:lang w:val="en-US" w:eastAsia="en-US"/>
              </w:rPr>
            </w:pPr>
            <w:r>
              <w:rPr>
                <w:lang w:eastAsia="en-US"/>
              </w:rPr>
              <w:t xml:space="preserve">    </w:t>
            </w:r>
            <w:r w:rsidR="007C3665">
              <w:rPr>
                <w:lang w:eastAsia="en-US"/>
              </w:rPr>
              <w:t>ИБП</w:t>
            </w:r>
            <w:r w:rsidR="007C3665" w:rsidRPr="003A7AF7">
              <w:rPr>
                <w:lang w:val="en-US" w:eastAsia="en-US"/>
              </w:rPr>
              <w:t xml:space="preserve"> Crown CMU-SP500EURO, </w:t>
            </w:r>
          </w:p>
          <w:p w:rsidR="007C3665" w:rsidRPr="003A7AF7" w:rsidRDefault="007A1869" w:rsidP="007C3665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    </w:t>
            </w:r>
            <w:r w:rsidR="007C3665">
              <w:rPr>
                <w:lang w:eastAsia="en-US"/>
              </w:rPr>
              <w:t>МФУ</w:t>
            </w:r>
            <w:r w:rsidR="007C3665" w:rsidRPr="003A7AF7">
              <w:rPr>
                <w:lang w:val="en-US" w:eastAsia="en-US"/>
              </w:rPr>
              <w:t xml:space="preserve"> Kyocera FS-1025MFP</w:t>
            </w:r>
          </w:p>
          <w:p w:rsidR="00E86FA7" w:rsidRPr="00FE5CCA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 w:rsidRPr="00FE5CCA">
              <w:rPr>
                <w:lang w:eastAsia="zh-CN"/>
              </w:rPr>
              <w:t>Старший специалист по закупкам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6B4B34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E86FA7" w:rsidRPr="00FE5CCA" w:rsidTr="00696C5A">
        <w:trPr>
          <w:trHeight w:val="14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  <w:r w:rsidRPr="00FE5CCA">
              <w:rPr>
                <w:lang w:eastAsia="zh-CN"/>
              </w:rPr>
              <w:t>11</w:t>
            </w:r>
          </w:p>
          <w:p w:rsidR="00E86FA7" w:rsidRPr="00FE5CCA" w:rsidRDefault="00E86FA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0210D5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0210D5">
              <w:rPr>
                <w:lang w:eastAsia="zh-CN"/>
              </w:rPr>
              <w:t>МКУ «ЦОД МОУ Пограничного  МР»</w:t>
            </w:r>
          </w:p>
          <w:p w:rsidR="00E86FA7" w:rsidRPr="000210D5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0210D5">
              <w:rPr>
                <w:lang w:eastAsia="zh-CN"/>
              </w:rPr>
              <w:t xml:space="preserve">п. Пограничный, </w:t>
            </w:r>
          </w:p>
          <w:p w:rsidR="00E86FA7" w:rsidRPr="000210D5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0210D5">
              <w:rPr>
                <w:lang w:eastAsia="zh-CN"/>
              </w:rPr>
              <w:t>ул. Советская, 63</w:t>
            </w:r>
          </w:p>
          <w:p w:rsidR="00E86FA7" w:rsidRPr="000210D5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0210D5">
              <w:rPr>
                <w:lang w:eastAsia="zh-CN"/>
              </w:rPr>
              <w:t>Специалист по закупкам</w:t>
            </w:r>
          </w:p>
          <w:p w:rsidR="00E86FA7" w:rsidRPr="000210D5" w:rsidRDefault="00E86FA7" w:rsidP="00930FBB">
            <w:pPr>
              <w:suppressAutoHyphens/>
              <w:snapToGrid w:val="0"/>
              <w:ind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5A" w:rsidRDefault="00696C5A" w:rsidP="00715495">
            <w:pPr>
              <w:pStyle w:val="a4"/>
              <w:numPr>
                <w:ilvl w:val="0"/>
                <w:numId w:val="10"/>
              </w:numPr>
              <w:ind w:left="317" w:hanging="317"/>
              <w:rPr>
                <w:lang w:eastAsia="en-US"/>
              </w:rPr>
            </w:pPr>
            <w:r>
              <w:rPr>
                <w:lang w:eastAsia="en-US"/>
              </w:rPr>
              <w:t>Системный блок AMD A4-4000 3GHz 4GB, год ввода в эксплуатацию: 2014</w:t>
            </w:r>
          </w:p>
          <w:p w:rsidR="00346452" w:rsidRDefault="00696C5A" w:rsidP="00715495">
            <w:pPr>
              <w:pStyle w:val="a4"/>
              <w:ind w:left="317" w:hanging="317"/>
              <w:rPr>
                <w:lang w:eastAsia="en-US"/>
              </w:rPr>
            </w:pPr>
            <w:r>
              <w:rPr>
                <w:lang w:eastAsia="en-US"/>
              </w:rPr>
              <w:t xml:space="preserve">Монитор </w:t>
            </w:r>
            <w:proofErr w:type="spellStart"/>
            <w:r>
              <w:rPr>
                <w:lang w:eastAsia="en-US"/>
              </w:rPr>
              <w:t>Philips</w:t>
            </w:r>
            <w:proofErr w:type="spellEnd"/>
            <w:r>
              <w:rPr>
                <w:lang w:eastAsia="en-US"/>
              </w:rPr>
              <w:t xml:space="preserve"> 234E5Q, № UHBA1321005008, год выпуска 2013</w:t>
            </w:r>
            <w:r>
              <w:rPr>
                <w:lang w:eastAsia="en-US"/>
              </w:rPr>
              <w:br/>
            </w:r>
            <w:r w:rsidR="00A93B42">
              <w:rPr>
                <w:lang w:eastAsia="en-US"/>
              </w:rPr>
              <w:t>Кондиционер</w:t>
            </w:r>
          </w:p>
          <w:p w:rsidR="00696C5A" w:rsidRDefault="00696C5A" w:rsidP="00715495">
            <w:pPr>
              <w:pStyle w:val="a4"/>
              <w:numPr>
                <w:ilvl w:val="0"/>
                <w:numId w:val="10"/>
              </w:numPr>
              <w:ind w:left="317" w:hanging="317"/>
              <w:rPr>
                <w:lang w:eastAsia="en-US"/>
              </w:rPr>
            </w:pPr>
            <w:r>
              <w:rPr>
                <w:lang w:eastAsia="en-US"/>
              </w:rPr>
              <w:t xml:space="preserve">Системный блок AMD A4-4000 3GHz 4GB </w:t>
            </w:r>
          </w:p>
          <w:p w:rsidR="00696C5A" w:rsidRDefault="00696C5A" w:rsidP="00715495">
            <w:pPr>
              <w:pStyle w:val="a4"/>
              <w:ind w:left="317" w:hanging="317"/>
              <w:rPr>
                <w:lang w:eastAsia="en-US"/>
              </w:rPr>
            </w:pPr>
            <w:r>
              <w:rPr>
                <w:lang w:eastAsia="en-US"/>
              </w:rPr>
              <w:t xml:space="preserve">Монитор </w:t>
            </w:r>
            <w:proofErr w:type="spellStart"/>
            <w:r>
              <w:rPr>
                <w:lang w:eastAsia="en-US"/>
              </w:rPr>
              <w:t>Philips</w:t>
            </w:r>
            <w:proofErr w:type="spellEnd"/>
            <w:r>
              <w:rPr>
                <w:lang w:eastAsia="en-US"/>
              </w:rPr>
              <w:t xml:space="preserve"> 234E5Q</w:t>
            </w:r>
          </w:p>
          <w:p w:rsidR="00E86FA7" w:rsidRPr="00FE5CCA" w:rsidRDefault="00E86FA7" w:rsidP="00715495">
            <w:pPr>
              <w:pStyle w:val="a4"/>
              <w:numPr>
                <w:ilvl w:val="0"/>
                <w:numId w:val="10"/>
              </w:numPr>
              <w:ind w:left="317" w:hanging="317"/>
              <w:rPr>
                <w:lang w:eastAsia="en-US"/>
              </w:rPr>
            </w:pPr>
            <w:r>
              <w:rPr>
                <w:lang w:eastAsia="en-US"/>
              </w:rPr>
              <w:t xml:space="preserve">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С</w:t>
            </w:r>
            <w:r w:rsidRPr="00FE5CCA">
              <w:rPr>
                <w:lang w:eastAsia="zh-CN"/>
              </w:rPr>
              <w:t>пециалист по закупкам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86FA7" w:rsidRPr="00FE5CCA" w:rsidRDefault="00E86FA7" w:rsidP="00E86FA7">
            <w:pPr>
              <w:rPr>
                <w:lang w:eastAsia="en-US"/>
              </w:rPr>
            </w:pPr>
          </w:p>
        </w:tc>
      </w:tr>
      <w:tr w:rsidR="00E86FA7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CB754E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0A7DFD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Методист</w:t>
            </w:r>
            <w:r w:rsidR="000A7DFD">
              <w:rPr>
                <w:lang w:eastAsia="zh-CN"/>
              </w:rPr>
              <w:t xml:space="preserve"> </w:t>
            </w:r>
          </w:p>
          <w:p w:rsidR="00E86FA7" w:rsidRPr="00FE5CCA" w:rsidRDefault="00E86FA7" w:rsidP="007C3665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Моноблок </w:t>
            </w:r>
            <w:proofErr w:type="spellStart"/>
            <w:r>
              <w:rPr>
                <w:lang w:eastAsia="en-US"/>
              </w:rPr>
              <w:t>iRU</w:t>
            </w:r>
            <w:proofErr w:type="spellEnd"/>
            <w:r>
              <w:rPr>
                <w:lang w:eastAsia="en-US"/>
              </w:rPr>
              <w:t xml:space="preserve"> K2101, № K210101160312, год ввода в эксплуатацию: 2017</w:t>
            </w:r>
          </w:p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Моноблок </w:t>
            </w:r>
            <w:proofErr w:type="spellStart"/>
            <w:r>
              <w:rPr>
                <w:lang w:eastAsia="en-US"/>
              </w:rPr>
              <w:t>iRU</w:t>
            </w:r>
            <w:proofErr w:type="spellEnd"/>
            <w:r>
              <w:rPr>
                <w:lang w:eastAsia="en-US"/>
              </w:rPr>
              <w:t xml:space="preserve"> K2101</w:t>
            </w:r>
          </w:p>
          <w:p w:rsidR="00E86FA7" w:rsidRPr="00FE5CCA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Методист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7C3665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E86FA7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CB754E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86FA7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Методист</w:t>
            </w:r>
            <w:r w:rsidR="00DA579C">
              <w:rPr>
                <w:lang w:eastAsia="zh-CN"/>
              </w:rPr>
              <w:t xml:space="preserve"> </w:t>
            </w:r>
          </w:p>
          <w:p w:rsidR="00E86FA7" w:rsidRPr="00FE5CCA" w:rsidRDefault="00E86FA7" w:rsidP="007C3665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E6550 2,33GHz 2GB, год выпуска 2009</w:t>
            </w:r>
          </w:p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LG L1730S, № 3850TIZ2826A, год выпуска 2004</w:t>
            </w:r>
          </w:p>
          <w:p w:rsidR="007C3665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>2. Системный блок E6550 2,33GHz 2GB</w:t>
            </w:r>
          </w:p>
          <w:p w:rsidR="00E86FA7" w:rsidRPr="00FE5CCA" w:rsidRDefault="007C3665" w:rsidP="007C3665">
            <w:pPr>
              <w:rPr>
                <w:lang w:eastAsia="en-US"/>
              </w:rPr>
            </w:pPr>
            <w:r>
              <w:rPr>
                <w:lang w:eastAsia="en-US"/>
              </w:rPr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Методист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7C3665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E86FA7" w:rsidRPr="00FE5CCA" w:rsidTr="00715495">
        <w:trPr>
          <w:trHeight w:val="15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CB754E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86FA7" w:rsidRPr="00FE5CCA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86FA7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Методист</w:t>
            </w:r>
          </w:p>
          <w:p w:rsidR="00E86FA7" w:rsidRPr="00FE5CCA" w:rsidRDefault="00DA579C" w:rsidP="00EE6AC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>
              <w:rPr>
                <w:lang w:eastAsia="zh-CN"/>
              </w:rPr>
              <w:t>(</w:t>
            </w:r>
            <w:proofErr w:type="spellStart"/>
            <w:r>
              <w:rPr>
                <w:lang w:eastAsia="zh-CN"/>
              </w:rPr>
              <w:t>Косойкина</w:t>
            </w:r>
            <w:proofErr w:type="spellEnd"/>
            <w:r>
              <w:rPr>
                <w:lang w:eastAsia="zh-CN"/>
              </w:rPr>
              <w:t>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C7" w:rsidRDefault="00EE6AC7" w:rsidP="00EE6AC7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N3150 1,6GHz 4GB, год ввода в эксплуатацию: 2017</w:t>
            </w:r>
          </w:p>
          <w:p w:rsidR="00EE6AC7" w:rsidRDefault="00EE6AC7" w:rsidP="00EE6A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LG L1730S, № 410NTPC9Z552, год выпуска 2004</w:t>
            </w:r>
          </w:p>
          <w:p w:rsidR="00EE6AC7" w:rsidRDefault="00EE6AC7" w:rsidP="00EE6A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Powercom</w:t>
            </w:r>
            <w:proofErr w:type="spellEnd"/>
            <w:r>
              <w:rPr>
                <w:lang w:eastAsia="en-US"/>
              </w:rPr>
              <w:t xml:space="preserve"> WOW-700U, № 40051400609, год выпуска 2008</w:t>
            </w:r>
          </w:p>
          <w:p w:rsidR="001444B1" w:rsidRDefault="00EE6AC7" w:rsidP="00EE6A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N3150 1,6GHz 4GB, </w:t>
            </w:r>
          </w:p>
          <w:p w:rsidR="00EE6AC7" w:rsidRPr="003A7AF7" w:rsidRDefault="001444B1" w:rsidP="00EE6AC7">
            <w:pPr>
              <w:rPr>
                <w:lang w:val="en-US" w:eastAsia="en-US"/>
              </w:rPr>
            </w:pPr>
            <w:r>
              <w:rPr>
                <w:lang w:eastAsia="en-US"/>
              </w:rPr>
              <w:t xml:space="preserve">    </w:t>
            </w:r>
            <w:r w:rsidR="00EE6AC7">
              <w:rPr>
                <w:lang w:eastAsia="en-US"/>
              </w:rPr>
              <w:t>ИБП</w:t>
            </w:r>
            <w:r w:rsidR="00EE6AC7" w:rsidRPr="003A7AF7">
              <w:rPr>
                <w:lang w:val="en-US" w:eastAsia="en-US"/>
              </w:rPr>
              <w:t xml:space="preserve"> </w:t>
            </w:r>
            <w:proofErr w:type="spellStart"/>
            <w:r w:rsidR="00EE6AC7" w:rsidRPr="003A7AF7">
              <w:rPr>
                <w:lang w:val="en-US" w:eastAsia="en-US"/>
              </w:rPr>
              <w:t>Powercom</w:t>
            </w:r>
            <w:proofErr w:type="spellEnd"/>
            <w:r w:rsidR="00EE6AC7" w:rsidRPr="003A7AF7">
              <w:rPr>
                <w:lang w:val="en-US" w:eastAsia="en-US"/>
              </w:rPr>
              <w:t xml:space="preserve"> WOW-700U</w:t>
            </w:r>
          </w:p>
          <w:p w:rsidR="00E86FA7" w:rsidRPr="003A7AF7" w:rsidRDefault="00EE6AC7" w:rsidP="00EE6AC7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3. </w:t>
            </w: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Методист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D948E3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E86FA7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FE5CCA" w:rsidRDefault="00CB754E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2A7692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МКУ «ЦОД МОУ Пограничного  МР»</w:t>
            </w:r>
          </w:p>
          <w:p w:rsidR="00E86FA7" w:rsidRPr="002A7692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п. Пограничный,</w:t>
            </w:r>
          </w:p>
          <w:p w:rsidR="00E86FA7" w:rsidRPr="002A7692" w:rsidRDefault="00E86FA7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 xml:space="preserve"> ул. Советская, 63</w:t>
            </w:r>
          </w:p>
          <w:p w:rsidR="00E86FA7" w:rsidRPr="002A7692" w:rsidRDefault="00E86FA7" w:rsidP="00D819C8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Методист</w:t>
            </w:r>
          </w:p>
          <w:p w:rsidR="00EE4E91" w:rsidRPr="00FE5CCA" w:rsidRDefault="00EE4E91" w:rsidP="00D819C8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EE4E9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Системный блок AMD </w:t>
            </w:r>
            <w:proofErr w:type="spellStart"/>
            <w:r>
              <w:rPr>
                <w:lang w:eastAsia="en-US"/>
              </w:rPr>
              <w:t>Athlon</w:t>
            </w:r>
            <w:proofErr w:type="spellEnd"/>
            <w:r>
              <w:rPr>
                <w:lang w:eastAsia="en-US"/>
              </w:rPr>
              <w:t xml:space="preserve"> II x2 255 4GB, год ввода в эксплуатацию: 2014</w:t>
            </w:r>
          </w:p>
          <w:p w:rsidR="00EE4E91" w:rsidRDefault="00EE4E91" w:rsidP="00EE4E9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DNS V2350, </w:t>
            </w:r>
            <w:proofErr w:type="spellStart"/>
            <w:r>
              <w:rPr>
                <w:lang w:eastAsia="en-US"/>
              </w:rPr>
              <w:t>зав.№</w:t>
            </w:r>
            <w:proofErr w:type="spellEnd"/>
            <w:r>
              <w:rPr>
                <w:lang w:eastAsia="en-US"/>
              </w:rPr>
              <w:t xml:space="preserve"> отсутствует, год выпуска 2013</w:t>
            </w:r>
          </w:p>
          <w:p w:rsidR="00EE4E91" w:rsidRDefault="00EE4E91" w:rsidP="00EE4E9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201611180133, год выпуска 2016</w:t>
            </w:r>
          </w:p>
          <w:p w:rsidR="00EE4E91" w:rsidRDefault="00EE4E91" w:rsidP="00EE4E9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МФУ </w:t>
            </w:r>
            <w:proofErr w:type="spellStart"/>
            <w:r>
              <w:rPr>
                <w:lang w:eastAsia="en-US"/>
              </w:rPr>
              <w:t>Kyocera</w:t>
            </w:r>
            <w:proofErr w:type="spellEnd"/>
            <w:r>
              <w:rPr>
                <w:lang w:eastAsia="en-US"/>
              </w:rPr>
              <w:t xml:space="preserve"> ECOSYS M2535dn, № 130040-17, год ввода в эксплуатацию: 2017</w:t>
            </w:r>
          </w:p>
          <w:p w:rsidR="00EE4E91" w:rsidRDefault="00EE4E91" w:rsidP="00EE4E9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AMD </w:t>
            </w:r>
            <w:proofErr w:type="spellStart"/>
            <w:r>
              <w:rPr>
                <w:lang w:eastAsia="en-US"/>
              </w:rPr>
              <w:t>Athlon</w:t>
            </w:r>
            <w:proofErr w:type="spellEnd"/>
            <w:r>
              <w:rPr>
                <w:lang w:eastAsia="en-US"/>
              </w:rPr>
              <w:t xml:space="preserve"> II x2 255 4GB,</w:t>
            </w:r>
          </w:p>
          <w:p w:rsidR="00EE4E91" w:rsidRPr="00EC24E5" w:rsidRDefault="00EE4E91" w:rsidP="00EE4E91">
            <w:pPr>
              <w:rPr>
                <w:lang w:val="en-US" w:eastAsia="en-US"/>
              </w:rPr>
            </w:pPr>
            <w:r w:rsidRPr="003A7AF7">
              <w:rPr>
                <w:lang w:eastAsia="en-US"/>
              </w:rPr>
              <w:t xml:space="preserve">    </w:t>
            </w:r>
            <w:r>
              <w:rPr>
                <w:lang w:eastAsia="en-US"/>
              </w:rPr>
              <w:t>ИБП</w:t>
            </w:r>
            <w:r w:rsidRPr="00EC24E5">
              <w:rPr>
                <w:lang w:val="en-US" w:eastAsia="en-US"/>
              </w:rPr>
              <w:t xml:space="preserve"> Crown CMU-SP500EURO,</w:t>
            </w:r>
          </w:p>
          <w:p w:rsidR="00EE4E91" w:rsidRPr="00EC24E5" w:rsidRDefault="00EE4E91" w:rsidP="00EE4E91">
            <w:pPr>
              <w:rPr>
                <w:lang w:val="en-US" w:eastAsia="en-US"/>
              </w:rPr>
            </w:pPr>
            <w:r w:rsidRPr="00EC24E5">
              <w:rPr>
                <w:lang w:val="en-US" w:eastAsia="en-US"/>
              </w:rPr>
              <w:t xml:space="preserve">    </w:t>
            </w:r>
            <w:r>
              <w:rPr>
                <w:lang w:eastAsia="en-US"/>
              </w:rPr>
              <w:t>МФУ</w:t>
            </w:r>
            <w:r w:rsidRPr="00EC24E5">
              <w:rPr>
                <w:lang w:val="en-US" w:eastAsia="en-US"/>
              </w:rPr>
              <w:t xml:space="preserve"> Kyocera ECOSYS M2535dn</w:t>
            </w:r>
          </w:p>
          <w:p w:rsidR="00E86FA7" w:rsidRPr="00FE5CCA" w:rsidRDefault="00EE4E91" w:rsidP="00EE4E91">
            <w:pPr>
              <w:pStyle w:val="a4"/>
              <w:ind w:hanging="686"/>
              <w:rPr>
                <w:lang w:eastAsia="en-US"/>
              </w:rPr>
            </w:pPr>
            <w:r>
              <w:rPr>
                <w:lang w:eastAsia="en-US"/>
              </w:rPr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A7" w:rsidRPr="00E71460" w:rsidRDefault="00E86FA7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Методист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E86FA7" w:rsidRPr="00E71460" w:rsidRDefault="00E86FA7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E86FA7" w:rsidRPr="00FE5CCA" w:rsidRDefault="00E86FA7" w:rsidP="00D819C8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2A7692" w:rsidRPr="00FE5CCA" w:rsidTr="00715495">
        <w:trPr>
          <w:trHeight w:val="1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Pr="00C57C3F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C57C3F">
              <w:rPr>
                <w:lang w:eastAsia="zh-CN"/>
              </w:rPr>
              <w:t>МКУ «ЦОД МОУ Пограничного  МР»</w:t>
            </w:r>
          </w:p>
          <w:p w:rsidR="002A7692" w:rsidRPr="00C57C3F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C57C3F">
              <w:rPr>
                <w:lang w:eastAsia="zh-CN"/>
              </w:rPr>
              <w:t>п. Пограничный,</w:t>
            </w:r>
          </w:p>
          <w:p w:rsidR="002A7692" w:rsidRPr="00C57C3F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C57C3F">
              <w:rPr>
                <w:lang w:eastAsia="zh-CN"/>
              </w:rPr>
              <w:t xml:space="preserve"> ул. Советская, 63</w:t>
            </w:r>
          </w:p>
          <w:p w:rsidR="002A7692" w:rsidRPr="00C57C3F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C57C3F">
              <w:rPr>
                <w:lang w:eastAsia="zh-CN"/>
              </w:rPr>
              <w:t>Методист</w:t>
            </w:r>
          </w:p>
          <w:p w:rsidR="002A7692" w:rsidRPr="00FE5CCA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3F" w:rsidRDefault="00C57C3F" w:rsidP="00C57C3F">
            <w:pPr>
              <w:rPr>
                <w:lang w:eastAsia="en-US"/>
              </w:rPr>
            </w:pPr>
            <w:r w:rsidRPr="00C57C3F">
              <w:rPr>
                <w:lang w:eastAsia="en-US"/>
              </w:rPr>
              <w:t xml:space="preserve">1. </w:t>
            </w:r>
            <w:r>
              <w:rPr>
                <w:lang w:eastAsia="en-US"/>
              </w:rPr>
              <w:t>Системный</w:t>
            </w:r>
            <w:r w:rsidRPr="00C57C3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блок</w:t>
            </w:r>
            <w:r w:rsidRPr="00C57C3F">
              <w:rPr>
                <w:lang w:eastAsia="en-US"/>
              </w:rPr>
              <w:t xml:space="preserve"> </w:t>
            </w:r>
            <w:r w:rsidRPr="00C57C3F">
              <w:rPr>
                <w:lang w:val="en-US" w:eastAsia="en-US"/>
              </w:rPr>
              <w:t>Core</w:t>
            </w:r>
            <w:r w:rsidRPr="00C57C3F">
              <w:rPr>
                <w:lang w:eastAsia="en-US"/>
              </w:rPr>
              <w:t xml:space="preserve"> </w:t>
            </w:r>
            <w:proofErr w:type="spellStart"/>
            <w:r w:rsidRPr="00C57C3F">
              <w:rPr>
                <w:lang w:val="en-US" w:eastAsia="en-US"/>
              </w:rPr>
              <w:t>i</w:t>
            </w:r>
            <w:proofErr w:type="spellEnd"/>
            <w:r w:rsidRPr="00C57C3F">
              <w:rPr>
                <w:lang w:eastAsia="en-US"/>
              </w:rPr>
              <w:t>3-2125 3,3</w:t>
            </w:r>
            <w:r w:rsidRPr="00C57C3F">
              <w:rPr>
                <w:lang w:val="en-US" w:eastAsia="en-US"/>
              </w:rPr>
              <w:t>GHz</w:t>
            </w:r>
            <w:r w:rsidRPr="00C57C3F">
              <w:rPr>
                <w:lang w:eastAsia="en-US"/>
              </w:rPr>
              <w:t xml:space="preserve"> 2</w:t>
            </w:r>
            <w:r w:rsidRPr="00C57C3F">
              <w:rPr>
                <w:lang w:val="en-US" w:eastAsia="en-US"/>
              </w:rPr>
              <w:t>GB</w:t>
            </w:r>
            <w:r>
              <w:rPr>
                <w:lang w:eastAsia="en-US"/>
              </w:rPr>
              <w:t>, год ввода в эксплуатацию: 2014</w:t>
            </w:r>
            <w:r w:rsidRPr="00C57C3F">
              <w:rPr>
                <w:lang w:eastAsia="en-US"/>
              </w:rPr>
              <w:br/>
              <w:t xml:space="preserve">    </w:t>
            </w:r>
            <w:r>
              <w:rPr>
                <w:lang w:eastAsia="en-US"/>
              </w:rPr>
              <w:t>Монитор</w:t>
            </w:r>
            <w:r w:rsidRPr="00C57C3F">
              <w:rPr>
                <w:lang w:eastAsia="en-US"/>
              </w:rPr>
              <w:t xml:space="preserve"> </w:t>
            </w:r>
            <w:r w:rsidRPr="00C57C3F">
              <w:rPr>
                <w:lang w:val="en-US" w:eastAsia="en-US"/>
              </w:rPr>
              <w:t>Packard</w:t>
            </w:r>
            <w:r w:rsidRPr="00C57C3F">
              <w:rPr>
                <w:lang w:eastAsia="en-US"/>
              </w:rPr>
              <w:t xml:space="preserve"> </w:t>
            </w:r>
            <w:r w:rsidRPr="00C57C3F">
              <w:rPr>
                <w:lang w:val="en-US" w:eastAsia="en-US"/>
              </w:rPr>
              <w:t>Bell</w:t>
            </w:r>
            <w:r w:rsidRPr="00C57C3F">
              <w:rPr>
                <w:lang w:eastAsia="en-US"/>
              </w:rPr>
              <w:t xml:space="preserve"> </w:t>
            </w:r>
            <w:proofErr w:type="spellStart"/>
            <w:r w:rsidRPr="00C57C3F">
              <w:rPr>
                <w:lang w:val="en-US" w:eastAsia="en-US"/>
              </w:rPr>
              <w:t>Viseo</w:t>
            </w:r>
            <w:proofErr w:type="spellEnd"/>
            <w:r w:rsidRPr="00C57C3F">
              <w:rPr>
                <w:lang w:eastAsia="en-US"/>
              </w:rPr>
              <w:t>223</w:t>
            </w:r>
            <w:r w:rsidRPr="00C57C3F">
              <w:rPr>
                <w:lang w:val="en-US" w:eastAsia="en-US"/>
              </w:rPr>
              <w:t>DX</w:t>
            </w:r>
            <w:r w:rsidRPr="00C57C3F">
              <w:rPr>
                <w:lang w:eastAsia="en-US"/>
              </w:rPr>
              <w:t xml:space="preserve">, № </w:t>
            </w:r>
            <w:r w:rsidRPr="00C57C3F">
              <w:rPr>
                <w:lang w:val="en-US" w:eastAsia="en-US"/>
              </w:rPr>
              <w:t>MMD</w:t>
            </w:r>
            <w:r w:rsidRPr="00C57C3F">
              <w:rPr>
                <w:lang w:eastAsia="en-US"/>
              </w:rPr>
              <w:t>2</w:t>
            </w:r>
            <w:r w:rsidRPr="00C57C3F">
              <w:rPr>
                <w:lang w:val="en-US" w:eastAsia="en-US"/>
              </w:rPr>
              <w:t>REE</w:t>
            </w:r>
            <w:r w:rsidRPr="00C57C3F">
              <w:rPr>
                <w:lang w:eastAsia="en-US"/>
              </w:rPr>
              <w:t>0023390</w:t>
            </w:r>
            <w:r w:rsidRPr="00C57C3F">
              <w:rPr>
                <w:lang w:val="en-US" w:eastAsia="en-US"/>
              </w:rPr>
              <w:t>A</w:t>
            </w:r>
            <w:r w:rsidRPr="00C57C3F">
              <w:rPr>
                <w:lang w:eastAsia="en-US"/>
              </w:rPr>
              <w:t>4</w:t>
            </w:r>
            <w:r w:rsidRPr="00C57C3F">
              <w:rPr>
                <w:lang w:val="en-US" w:eastAsia="en-US"/>
              </w:rPr>
              <w:t>E</w:t>
            </w:r>
            <w:r w:rsidRPr="00C57C3F">
              <w:rPr>
                <w:lang w:eastAsia="en-US"/>
              </w:rPr>
              <w:t>14200, 2013</w:t>
            </w:r>
            <w:r w:rsidRPr="00C57C3F">
              <w:rPr>
                <w:lang w:eastAsia="en-US"/>
              </w:rPr>
              <w:br/>
              <w:t xml:space="preserve">    </w:t>
            </w:r>
            <w:r>
              <w:rPr>
                <w:lang w:eastAsia="en-US"/>
              </w:rPr>
              <w:t xml:space="preserve">Принтер </w:t>
            </w:r>
            <w:r w:rsidRPr="00C57C3F">
              <w:rPr>
                <w:lang w:val="en-US" w:eastAsia="en-US"/>
              </w:rPr>
              <w:t>HP</w:t>
            </w:r>
            <w:r w:rsidRPr="00C57C3F">
              <w:rPr>
                <w:lang w:eastAsia="en-US"/>
              </w:rPr>
              <w:t xml:space="preserve"> </w:t>
            </w:r>
            <w:r w:rsidRPr="00C57C3F">
              <w:rPr>
                <w:lang w:val="en-US" w:eastAsia="en-US"/>
              </w:rPr>
              <w:t>LJ</w:t>
            </w:r>
            <w:r w:rsidRPr="00C57C3F">
              <w:rPr>
                <w:lang w:eastAsia="en-US"/>
              </w:rPr>
              <w:t xml:space="preserve"> 1022,</w:t>
            </w:r>
            <w:r>
              <w:rPr>
                <w:lang w:eastAsia="en-US"/>
              </w:rPr>
              <w:t xml:space="preserve"> № </w:t>
            </w:r>
            <w:r w:rsidRPr="00C57C3F">
              <w:rPr>
                <w:lang w:eastAsia="en-US"/>
              </w:rPr>
              <w:t>CXCKC05933</w:t>
            </w:r>
            <w:r>
              <w:rPr>
                <w:lang w:eastAsia="en-US"/>
              </w:rPr>
              <w:t>, 2006</w:t>
            </w:r>
            <w:r>
              <w:rPr>
                <w:lang w:eastAsia="en-US"/>
              </w:rPr>
              <w:br/>
              <w:t xml:space="preserve">    ИБП </w:t>
            </w:r>
            <w:proofErr w:type="spellStart"/>
            <w:r w:rsidRPr="00C57C3F">
              <w:rPr>
                <w:lang w:eastAsia="en-US"/>
              </w:rPr>
              <w:t>Krauler</w:t>
            </w:r>
            <w:proofErr w:type="spellEnd"/>
            <w:r w:rsidRPr="00C57C3F">
              <w:rPr>
                <w:lang w:eastAsia="en-US"/>
              </w:rPr>
              <w:t xml:space="preserve"> BAC-500</w:t>
            </w:r>
            <w:r>
              <w:rPr>
                <w:lang w:eastAsia="en-US"/>
              </w:rPr>
              <w:t xml:space="preserve">, № </w:t>
            </w:r>
            <w:r w:rsidRPr="00C57C3F">
              <w:rPr>
                <w:lang w:eastAsia="en-US"/>
              </w:rPr>
              <w:t>4601306020097</w:t>
            </w:r>
            <w:r>
              <w:rPr>
                <w:lang w:eastAsia="en-US"/>
              </w:rPr>
              <w:t>.</w:t>
            </w:r>
          </w:p>
          <w:p w:rsidR="00C57C3F" w:rsidRDefault="00C57C3F" w:rsidP="00C57C3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Кондиционер</w:t>
            </w:r>
          </w:p>
          <w:p w:rsidR="00C57C3F" w:rsidRDefault="00C57C3F" w:rsidP="00C57C3F">
            <w:pPr>
              <w:rPr>
                <w:lang w:eastAsia="en-US"/>
              </w:rPr>
            </w:pPr>
            <w:r>
              <w:rPr>
                <w:lang w:eastAsia="en-US"/>
              </w:rPr>
              <w:t>2. Системный</w:t>
            </w:r>
            <w:r w:rsidRPr="00C57C3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блок</w:t>
            </w:r>
            <w:r w:rsidRPr="00C57C3F">
              <w:rPr>
                <w:lang w:eastAsia="en-US"/>
              </w:rPr>
              <w:t xml:space="preserve"> </w:t>
            </w:r>
            <w:r w:rsidRPr="00C57C3F">
              <w:rPr>
                <w:lang w:val="en-US" w:eastAsia="en-US"/>
              </w:rPr>
              <w:t>Core</w:t>
            </w:r>
            <w:r w:rsidRPr="00C57C3F">
              <w:rPr>
                <w:lang w:eastAsia="en-US"/>
              </w:rPr>
              <w:t xml:space="preserve"> </w:t>
            </w:r>
            <w:proofErr w:type="spellStart"/>
            <w:r w:rsidRPr="00C57C3F">
              <w:rPr>
                <w:lang w:val="en-US" w:eastAsia="en-US"/>
              </w:rPr>
              <w:t>i</w:t>
            </w:r>
            <w:proofErr w:type="spellEnd"/>
            <w:r w:rsidRPr="00C57C3F">
              <w:rPr>
                <w:lang w:eastAsia="en-US"/>
              </w:rPr>
              <w:t>3-2125 3,3</w:t>
            </w:r>
            <w:r w:rsidRPr="00C57C3F">
              <w:rPr>
                <w:lang w:val="en-US" w:eastAsia="en-US"/>
              </w:rPr>
              <w:t>GHz</w:t>
            </w:r>
            <w:r w:rsidRPr="00C57C3F">
              <w:rPr>
                <w:lang w:eastAsia="en-US"/>
              </w:rPr>
              <w:t xml:space="preserve"> 2</w:t>
            </w:r>
            <w:r w:rsidRPr="00C57C3F">
              <w:rPr>
                <w:lang w:val="en-US" w:eastAsia="en-US"/>
              </w:rPr>
              <w:t>GB</w:t>
            </w:r>
          </w:p>
          <w:p w:rsidR="00C57C3F" w:rsidRPr="00C57C3F" w:rsidRDefault="00C57C3F" w:rsidP="00C57C3F">
            <w:pPr>
              <w:rPr>
                <w:lang w:val="en-US" w:eastAsia="en-US"/>
              </w:rPr>
            </w:pPr>
            <w:r w:rsidRPr="00715495">
              <w:rPr>
                <w:lang w:eastAsia="en-US"/>
              </w:rPr>
              <w:lastRenderedPageBreak/>
              <w:t xml:space="preserve">    </w:t>
            </w:r>
            <w:r>
              <w:rPr>
                <w:lang w:eastAsia="en-US"/>
              </w:rPr>
              <w:t>Монитор</w:t>
            </w:r>
            <w:r w:rsidRPr="00C57C3F">
              <w:rPr>
                <w:lang w:val="en-US" w:eastAsia="en-US"/>
              </w:rPr>
              <w:t xml:space="preserve"> Packard Bell Viseo223DX</w:t>
            </w:r>
          </w:p>
          <w:p w:rsidR="00C57C3F" w:rsidRPr="00715495" w:rsidRDefault="00C57C3F" w:rsidP="00C57C3F">
            <w:pPr>
              <w:rPr>
                <w:lang w:val="en-US" w:eastAsia="en-US"/>
              </w:rPr>
            </w:pPr>
            <w:r w:rsidRPr="00C57C3F">
              <w:rPr>
                <w:lang w:val="en-US" w:eastAsia="en-US"/>
              </w:rPr>
              <w:t xml:space="preserve">    </w:t>
            </w:r>
            <w:r>
              <w:rPr>
                <w:lang w:eastAsia="en-US"/>
              </w:rPr>
              <w:t>Принтер</w:t>
            </w:r>
            <w:r w:rsidRPr="00C57C3F">
              <w:rPr>
                <w:lang w:val="en-US" w:eastAsia="en-US"/>
              </w:rPr>
              <w:t xml:space="preserve"> HP LJ 1022</w:t>
            </w:r>
          </w:p>
          <w:p w:rsidR="00C57C3F" w:rsidRDefault="00C57C3F" w:rsidP="00C57C3F">
            <w:pPr>
              <w:rPr>
                <w:lang w:eastAsia="en-US"/>
              </w:rPr>
            </w:pPr>
            <w:r w:rsidRPr="00715495">
              <w:rPr>
                <w:lang w:val="en-US" w:eastAsia="en-US"/>
              </w:rPr>
              <w:t xml:space="preserve">    </w:t>
            </w:r>
            <w:r>
              <w:rPr>
                <w:lang w:eastAsia="en-US"/>
              </w:rPr>
              <w:t xml:space="preserve">ИБП </w:t>
            </w:r>
            <w:proofErr w:type="spellStart"/>
            <w:r w:rsidRPr="00C57C3F">
              <w:rPr>
                <w:lang w:eastAsia="en-US"/>
              </w:rPr>
              <w:t>Krauler</w:t>
            </w:r>
            <w:proofErr w:type="spellEnd"/>
            <w:r w:rsidRPr="00C57C3F">
              <w:rPr>
                <w:lang w:eastAsia="en-US"/>
              </w:rPr>
              <w:t xml:space="preserve"> BAC-500</w:t>
            </w:r>
          </w:p>
          <w:p w:rsidR="00C57C3F" w:rsidRDefault="00C57C3F" w:rsidP="00C57C3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Кондиционер</w:t>
            </w:r>
          </w:p>
          <w:p w:rsidR="00C57C3F" w:rsidRPr="00C57C3F" w:rsidRDefault="00C57C3F" w:rsidP="00C57C3F">
            <w:pPr>
              <w:pStyle w:val="a4"/>
              <w:numPr>
                <w:ilvl w:val="0"/>
                <w:numId w:val="31"/>
              </w:numPr>
              <w:ind w:left="360" w:hanging="283"/>
              <w:rPr>
                <w:lang w:val="en-US"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Pr="00E71460" w:rsidRDefault="002A7692" w:rsidP="008242F9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Методист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2A7692" w:rsidRPr="00E71460" w:rsidRDefault="002A7692" w:rsidP="008242F9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2A7692" w:rsidRPr="00E71460" w:rsidRDefault="002A7692" w:rsidP="008242F9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2A7692" w:rsidRPr="00FE5CCA" w:rsidRDefault="002A7692" w:rsidP="008242F9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2A7692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МКУ «ЦОД МОУ Пограничного  МР»</w:t>
            </w:r>
          </w:p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п. Пограничный,</w:t>
            </w:r>
          </w:p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 xml:space="preserve"> ул. Советская, 63</w:t>
            </w:r>
          </w:p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Методист</w:t>
            </w:r>
          </w:p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Default="002A7692" w:rsidP="00715495">
            <w:pPr>
              <w:pStyle w:val="a4"/>
              <w:numPr>
                <w:ilvl w:val="0"/>
                <w:numId w:val="18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2A7692" w:rsidRDefault="002A7692" w:rsidP="00715495">
            <w:pPr>
              <w:pStyle w:val="a4"/>
              <w:numPr>
                <w:ilvl w:val="0"/>
                <w:numId w:val="18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2A7692" w:rsidRDefault="002A7692" w:rsidP="00715495">
            <w:pPr>
              <w:pStyle w:val="a4"/>
              <w:numPr>
                <w:ilvl w:val="0"/>
                <w:numId w:val="18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Pr="00E71460" w:rsidRDefault="002A7692" w:rsidP="008242F9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Методист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2A7692" w:rsidRPr="00E71460" w:rsidRDefault="002A7692" w:rsidP="008242F9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2A7692" w:rsidRPr="00E71460" w:rsidRDefault="002A7692" w:rsidP="008242F9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2A7692" w:rsidRPr="00FE5CCA" w:rsidRDefault="002A7692" w:rsidP="008242F9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2A7692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МКУ «ЦОД МОУ Пограничного  МР»</w:t>
            </w:r>
          </w:p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п. Пограничный,</w:t>
            </w:r>
          </w:p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 xml:space="preserve"> ул. Советская, 63</w:t>
            </w:r>
          </w:p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2A7692">
              <w:rPr>
                <w:lang w:eastAsia="zh-CN"/>
              </w:rPr>
              <w:t>Методист</w:t>
            </w:r>
          </w:p>
          <w:p w:rsidR="002A7692" w:rsidRPr="002A7692" w:rsidRDefault="002A7692" w:rsidP="008242F9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Default="002A7692" w:rsidP="00715495">
            <w:pPr>
              <w:pStyle w:val="a4"/>
              <w:numPr>
                <w:ilvl w:val="0"/>
                <w:numId w:val="29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 xml:space="preserve">Нет </w:t>
            </w:r>
          </w:p>
          <w:p w:rsidR="002A7692" w:rsidRDefault="002A7692" w:rsidP="00715495">
            <w:pPr>
              <w:pStyle w:val="a4"/>
              <w:numPr>
                <w:ilvl w:val="0"/>
                <w:numId w:val="29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2A7692" w:rsidRDefault="002A7692" w:rsidP="00715495">
            <w:pPr>
              <w:pStyle w:val="a4"/>
              <w:numPr>
                <w:ilvl w:val="0"/>
                <w:numId w:val="29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2" w:rsidRPr="00E71460" w:rsidRDefault="002A7692" w:rsidP="008242F9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Методист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2A7692" w:rsidRPr="00E71460" w:rsidRDefault="002A7692" w:rsidP="008242F9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>- кабинет = 80%</w:t>
            </w:r>
          </w:p>
          <w:p w:rsidR="002A7692" w:rsidRPr="00E71460" w:rsidRDefault="002A7692" w:rsidP="008242F9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20%</w:t>
            </w:r>
          </w:p>
          <w:p w:rsidR="002A7692" w:rsidRPr="00FE5CCA" w:rsidRDefault="002A7692" w:rsidP="008242F9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EE4E91" w:rsidRPr="00FE5CCA" w:rsidTr="00715495">
        <w:trPr>
          <w:trHeight w:val="1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E4E91" w:rsidRPr="00FE5CCA" w:rsidRDefault="00EE4E91" w:rsidP="007C3665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Программист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Системный блок AMD </w:t>
            </w:r>
            <w:proofErr w:type="spellStart"/>
            <w:r>
              <w:rPr>
                <w:lang w:eastAsia="en-US"/>
              </w:rPr>
              <w:t>AthlonII</w:t>
            </w:r>
            <w:proofErr w:type="spellEnd"/>
            <w:r>
              <w:rPr>
                <w:lang w:eastAsia="en-US"/>
              </w:rPr>
              <w:t xml:space="preserve"> x2 270 8GB, год выпуска 2014</w:t>
            </w:r>
          </w:p>
          <w:p w:rsidR="00EE4E91" w:rsidRDefault="00EE4E91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</w:t>
            </w:r>
            <w:proofErr w:type="spellStart"/>
            <w:r>
              <w:rPr>
                <w:lang w:eastAsia="en-US"/>
              </w:rPr>
              <w:t>Acer</w:t>
            </w:r>
            <w:proofErr w:type="spellEnd"/>
            <w:r>
              <w:rPr>
                <w:lang w:eastAsia="en-US"/>
              </w:rPr>
              <w:t xml:space="preserve"> G246HYL, № MMLZ5EE008329021E82400, год выпуска 2013</w:t>
            </w:r>
          </w:p>
          <w:p w:rsidR="00EE4E91" w:rsidRDefault="00EE4E91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201610170089, год выпуска 2016</w:t>
            </w:r>
          </w:p>
          <w:p w:rsidR="00EE4E91" w:rsidRDefault="00EE4E91" w:rsidP="007C36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AMD </w:t>
            </w:r>
            <w:proofErr w:type="spellStart"/>
            <w:r>
              <w:rPr>
                <w:lang w:eastAsia="en-US"/>
              </w:rPr>
              <w:t>AthlonII</w:t>
            </w:r>
            <w:proofErr w:type="spellEnd"/>
            <w:r>
              <w:rPr>
                <w:lang w:eastAsia="en-US"/>
              </w:rPr>
              <w:t xml:space="preserve"> x2 270 8GB, </w:t>
            </w:r>
          </w:p>
          <w:p w:rsidR="00EE4E91" w:rsidRPr="003A7AF7" w:rsidRDefault="00EE4E91" w:rsidP="007C3665">
            <w:pPr>
              <w:rPr>
                <w:lang w:val="en-US" w:eastAsia="en-US"/>
              </w:rPr>
            </w:pPr>
            <w:r>
              <w:rPr>
                <w:lang w:eastAsia="en-US"/>
              </w:rPr>
              <w:t xml:space="preserve">    ИБП</w:t>
            </w:r>
            <w:r w:rsidRPr="003A7AF7">
              <w:rPr>
                <w:lang w:val="en-US" w:eastAsia="en-US"/>
              </w:rPr>
              <w:t xml:space="preserve"> Crown CMU-SP500EURO</w:t>
            </w:r>
          </w:p>
          <w:p w:rsidR="00EE4E91" w:rsidRPr="003A7AF7" w:rsidRDefault="00EE4E91" w:rsidP="007C3665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3. </w:t>
            </w: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E71460" w:rsidRDefault="00EE4E91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Программист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кабинет = </w:t>
            </w:r>
            <w:r>
              <w:rPr>
                <w:lang w:eastAsia="zh-CN"/>
              </w:rPr>
              <w:t>7</w:t>
            </w:r>
            <w:r w:rsidRPr="00E71460">
              <w:rPr>
                <w:lang w:eastAsia="zh-CN"/>
              </w:rPr>
              <w:t>0%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объекты ОО</w:t>
            </w:r>
            <w:r w:rsidRPr="00E71460">
              <w:rPr>
                <w:lang w:eastAsia="zh-CN"/>
              </w:rPr>
              <w:t xml:space="preserve"> = </w:t>
            </w:r>
            <w:r>
              <w:rPr>
                <w:lang w:eastAsia="zh-CN"/>
              </w:rPr>
              <w:t>3</w:t>
            </w:r>
            <w:r w:rsidRPr="00E71460">
              <w:rPr>
                <w:lang w:eastAsia="zh-CN"/>
              </w:rPr>
              <w:t>0%</w:t>
            </w:r>
          </w:p>
          <w:p w:rsidR="00EE4E91" w:rsidRPr="00FE5CCA" w:rsidRDefault="00EE4E91" w:rsidP="007C3665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EE4E91" w:rsidRPr="00FE5CCA" w:rsidTr="00715495">
        <w:trPr>
          <w:trHeight w:val="1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E4E91" w:rsidRPr="00FE5CCA" w:rsidRDefault="00EE4E91" w:rsidP="00765F24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Инженер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>1. Системный блок P4 2,8GHz 1GB, год ввода в эксплуатацию: 2005</w:t>
            </w:r>
          </w:p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Монитор </w:t>
            </w:r>
            <w:proofErr w:type="spellStart"/>
            <w:r>
              <w:rPr>
                <w:lang w:eastAsia="en-US"/>
              </w:rPr>
              <w:t>ViewSonic</w:t>
            </w:r>
            <w:proofErr w:type="spellEnd"/>
            <w:r>
              <w:rPr>
                <w:lang w:eastAsia="en-US"/>
              </w:rPr>
              <w:t xml:space="preserve"> VA721, № P37044301547, год выпуска 2004</w:t>
            </w:r>
          </w:p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№ 201611180272, год выпуска 2016</w:t>
            </w:r>
          </w:p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Принтер HP LJ 2055d, № CNCJ17443, год ввода в эксплуатацию: 2009</w:t>
            </w:r>
          </w:p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Системный блок P4 2,8GHz 1GB, </w:t>
            </w:r>
          </w:p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ИБП </w:t>
            </w:r>
            <w:proofErr w:type="spellStart"/>
            <w:r>
              <w:rPr>
                <w:lang w:eastAsia="en-US"/>
              </w:rPr>
              <w:t>Crown</w:t>
            </w:r>
            <w:proofErr w:type="spellEnd"/>
            <w:r>
              <w:rPr>
                <w:lang w:eastAsia="en-US"/>
              </w:rPr>
              <w:t xml:space="preserve"> CMU-SP500EURO, </w:t>
            </w:r>
          </w:p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Принтер HP LJ 2055d</w:t>
            </w:r>
          </w:p>
          <w:p w:rsidR="00EE4E91" w:rsidRPr="00FE5CCA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>3. 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E71460" w:rsidRDefault="00EE4E91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Инженер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кабинет = </w:t>
            </w:r>
            <w:r>
              <w:rPr>
                <w:lang w:eastAsia="zh-CN"/>
              </w:rPr>
              <w:t>7</w:t>
            </w:r>
            <w:r w:rsidRPr="00E71460">
              <w:rPr>
                <w:lang w:eastAsia="zh-CN"/>
              </w:rPr>
              <w:t>0%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</w:t>
            </w:r>
            <w:r>
              <w:rPr>
                <w:lang w:eastAsia="zh-CN"/>
              </w:rPr>
              <w:t>3</w:t>
            </w:r>
            <w:r w:rsidRPr="00E71460">
              <w:rPr>
                <w:lang w:eastAsia="zh-CN"/>
              </w:rPr>
              <w:t>0%</w:t>
            </w:r>
          </w:p>
          <w:p w:rsidR="00EE4E91" w:rsidRPr="00FE5CCA" w:rsidRDefault="00EE4E91" w:rsidP="00765F24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  <w:tr w:rsidR="00EE4E91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п. Пограничный,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 ул. Советская, 63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Слесарь-сантехник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715495" w:rsidP="00715495">
            <w:pPr>
              <w:ind w:left="360" w:hanging="326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  <w:r w:rsidR="00EE4E91">
              <w:rPr>
                <w:lang w:eastAsia="en-US"/>
              </w:rPr>
              <w:t>Набор ключей</w:t>
            </w:r>
          </w:p>
          <w:p w:rsidR="00EE4E91" w:rsidRDefault="00EE4E91" w:rsidP="00715495">
            <w:pPr>
              <w:pStyle w:val="a4"/>
              <w:numPr>
                <w:ilvl w:val="0"/>
                <w:numId w:val="32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EE4E91" w:rsidRPr="00FE5CCA" w:rsidRDefault="00EE4E91" w:rsidP="00715495">
            <w:pPr>
              <w:pStyle w:val="a4"/>
              <w:numPr>
                <w:ilvl w:val="0"/>
                <w:numId w:val="32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E71460" w:rsidRDefault="00EE4E91" w:rsidP="00E86FA7">
            <w:pPr>
              <w:suppressAutoHyphens/>
              <w:ind w:left="28" w:right="-243"/>
              <w:rPr>
                <w:lang w:eastAsia="zh-CN"/>
              </w:rPr>
            </w:pPr>
            <w:r>
              <w:rPr>
                <w:lang w:eastAsia="zh-CN"/>
              </w:rPr>
              <w:t>Слесарь-сантехник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кабинет = </w:t>
            </w:r>
            <w:r>
              <w:rPr>
                <w:lang w:eastAsia="zh-CN"/>
              </w:rPr>
              <w:t>2</w:t>
            </w:r>
            <w:r w:rsidRPr="00E71460">
              <w:rPr>
                <w:lang w:eastAsia="zh-CN"/>
              </w:rPr>
              <w:t>0%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объекты ОО</w:t>
            </w:r>
            <w:r w:rsidRPr="00E71460">
              <w:rPr>
                <w:lang w:eastAsia="zh-CN"/>
              </w:rPr>
              <w:t xml:space="preserve"> = </w:t>
            </w:r>
            <w:r>
              <w:rPr>
                <w:lang w:eastAsia="zh-CN"/>
              </w:rPr>
              <w:t>8</w:t>
            </w:r>
            <w:r w:rsidRPr="00E71460">
              <w:rPr>
                <w:lang w:eastAsia="zh-CN"/>
              </w:rPr>
              <w:t>0%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E4E91" w:rsidRPr="00FE5CCA" w:rsidRDefault="00EE4E91" w:rsidP="00E86FA7">
            <w:pPr>
              <w:rPr>
                <w:lang w:eastAsia="en-US"/>
              </w:rPr>
            </w:pPr>
          </w:p>
        </w:tc>
      </w:tr>
      <w:tr w:rsidR="00EE4E91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proofErr w:type="spellStart"/>
            <w:r w:rsidRPr="00FE5CCA">
              <w:rPr>
                <w:lang w:eastAsia="zh-CN"/>
              </w:rPr>
              <w:t>Электрогазосварщик</w:t>
            </w:r>
            <w:proofErr w:type="spellEnd"/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DC" w:rsidRDefault="00B42826" w:rsidP="00715495">
            <w:pPr>
              <w:pStyle w:val="a4"/>
              <w:numPr>
                <w:ilvl w:val="0"/>
                <w:numId w:val="27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B9407E">
              <w:rPr>
                <w:lang w:eastAsia="en-US"/>
              </w:rPr>
              <w:t>варочный аппарат: регулятор давления</w:t>
            </w:r>
            <w:r w:rsidR="00855DDC">
              <w:rPr>
                <w:lang w:eastAsia="en-US"/>
              </w:rPr>
              <w:t xml:space="preserve"> (редуктор) баллонный  ацетиленовый одноступенчатый,  паспорт БАО5-000-00ПС , 2013 г., Россия.</w:t>
            </w:r>
          </w:p>
          <w:p w:rsidR="00B42826" w:rsidRDefault="00855DDC" w:rsidP="00715495">
            <w:pPr>
              <w:pStyle w:val="a4"/>
              <w:ind w:hanging="403"/>
              <w:rPr>
                <w:lang w:eastAsia="en-US"/>
              </w:rPr>
            </w:pPr>
            <w:r>
              <w:rPr>
                <w:lang w:eastAsia="en-US"/>
              </w:rPr>
              <w:t xml:space="preserve">Резак </w:t>
            </w:r>
            <w:proofErr w:type="spellStart"/>
            <w:r>
              <w:rPr>
                <w:lang w:eastAsia="en-US"/>
              </w:rPr>
              <w:t>инжекторный</w:t>
            </w:r>
            <w:proofErr w:type="spellEnd"/>
            <w:r>
              <w:rPr>
                <w:lang w:eastAsia="en-US"/>
              </w:rPr>
              <w:t xml:space="preserve"> для ручной кислородной резки, паспорт РПП-</w:t>
            </w:r>
            <w:r w:rsidR="00B42826">
              <w:rPr>
                <w:lang w:val="en-US" w:eastAsia="en-US"/>
              </w:rPr>
              <w:t>REDIUS</w:t>
            </w:r>
            <w:r w:rsidR="00B42826">
              <w:rPr>
                <w:lang w:eastAsia="en-US"/>
              </w:rPr>
              <w:t>-000-00ПС, 2012 г., Россия</w:t>
            </w:r>
          </w:p>
          <w:p w:rsidR="00B42826" w:rsidRDefault="00B42826" w:rsidP="00715495">
            <w:pPr>
              <w:pStyle w:val="a4"/>
              <w:ind w:left="317"/>
              <w:rPr>
                <w:lang w:eastAsia="en-US"/>
              </w:rPr>
            </w:pPr>
            <w:r>
              <w:rPr>
                <w:lang w:eastAsia="en-US"/>
              </w:rPr>
              <w:t xml:space="preserve">Горелки газопламенные </w:t>
            </w:r>
            <w:proofErr w:type="spellStart"/>
            <w:proofErr w:type="gramStart"/>
            <w:r>
              <w:rPr>
                <w:lang w:eastAsia="en-US"/>
              </w:rPr>
              <w:t>ацетилено-кислородные</w:t>
            </w:r>
            <w:proofErr w:type="spellEnd"/>
            <w:proofErr w:type="gramEnd"/>
            <w:r>
              <w:rPr>
                <w:lang w:eastAsia="en-US"/>
              </w:rPr>
              <w:t>, паспорт Г4А-</w:t>
            </w:r>
            <w:r w:rsidRPr="00B42826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REDIUS</w:t>
            </w:r>
            <w:r>
              <w:rPr>
                <w:lang w:eastAsia="en-US"/>
              </w:rPr>
              <w:t>-000-00ПС, 2012 г., Россия.</w:t>
            </w:r>
          </w:p>
          <w:p w:rsidR="00EE4E91" w:rsidRDefault="00B42826" w:rsidP="00715495">
            <w:pPr>
              <w:pStyle w:val="a4"/>
              <w:ind w:left="317"/>
              <w:rPr>
                <w:lang w:eastAsia="en-US"/>
              </w:rPr>
            </w:pPr>
            <w:r>
              <w:rPr>
                <w:lang w:eastAsia="en-US"/>
              </w:rPr>
              <w:t>Регулятор давления (редуктор) баллонный кислородный одноступенчатый, паспорт БКОЗ-000-00ПС, 2013 г., Россия</w:t>
            </w:r>
            <w:r w:rsidR="00EE4E91">
              <w:rPr>
                <w:lang w:eastAsia="en-US"/>
              </w:rPr>
              <w:t xml:space="preserve"> </w:t>
            </w:r>
          </w:p>
          <w:p w:rsidR="00EE4E91" w:rsidRDefault="00EE4E91" w:rsidP="00715495">
            <w:pPr>
              <w:pStyle w:val="a4"/>
              <w:numPr>
                <w:ilvl w:val="0"/>
                <w:numId w:val="27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42826">
              <w:rPr>
                <w:lang w:eastAsia="en-US"/>
              </w:rPr>
              <w:t>С</w:t>
            </w:r>
            <w:r>
              <w:rPr>
                <w:lang w:eastAsia="en-US"/>
              </w:rPr>
              <w:t>вар</w:t>
            </w:r>
            <w:r w:rsidR="00B42826">
              <w:rPr>
                <w:lang w:eastAsia="en-US"/>
              </w:rPr>
              <w:t>очный аппарат</w:t>
            </w:r>
          </w:p>
          <w:p w:rsidR="00EE4E91" w:rsidRDefault="00EE4E91" w:rsidP="00715495">
            <w:pPr>
              <w:pStyle w:val="a4"/>
              <w:numPr>
                <w:ilvl w:val="0"/>
                <w:numId w:val="27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EE4E91" w:rsidRPr="00FE5CCA" w:rsidRDefault="00EE4E91" w:rsidP="00EE4E91">
            <w:pPr>
              <w:rPr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proofErr w:type="spellStart"/>
            <w:r w:rsidRPr="00FE5CCA">
              <w:rPr>
                <w:lang w:eastAsia="zh-CN"/>
              </w:rPr>
              <w:t>Электрогазосварщик</w:t>
            </w:r>
            <w:proofErr w:type="spellEnd"/>
          </w:p>
          <w:p w:rsidR="00EE4E91" w:rsidRPr="00E71460" w:rsidRDefault="00EE4E91" w:rsidP="00E86FA7">
            <w:pPr>
              <w:suppressAutoHyphens/>
              <w:ind w:left="28" w:right="-243"/>
              <w:rPr>
                <w:lang w:eastAsia="zh-CN"/>
              </w:rPr>
            </w:pPr>
            <w:r w:rsidRPr="00E71460">
              <w:rPr>
                <w:lang w:eastAsia="zh-CN"/>
              </w:rPr>
              <w:t>в течение дня находится: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кабинет = </w:t>
            </w:r>
            <w:r>
              <w:rPr>
                <w:lang w:eastAsia="zh-CN"/>
              </w:rPr>
              <w:t>2</w:t>
            </w:r>
            <w:r w:rsidRPr="00E71460">
              <w:rPr>
                <w:lang w:eastAsia="zh-CN"/>
              </w:rPr>
              <w:t>0%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объекты ОО</w:t>
            </w:r>
            <w:r w:rsidRPr="00E71460">
              <w:rPr>
                <w:lang w:eastAsia="zh-CN"/>
              </w:rPr>
              <w:t xml:space="preserve"> = </w:t>
            </w:r>
            <w:r>
              <w:rPr>
                <w:lang w:eastAsia="zh-CN"/>
              </w:rPr>
              <w:t>8</w:t>
            </w:r>
            <w:r w:rsidRPr="00E71460">
              <w:rPr>
                <w:lang w:eastAsia="zh-CN"/>
              </w:rPr>
              <w:t>0%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E4E91" w:rsidRPr="00FE5CCA" w:rsidRDefault="00EE4E91" w:rsidP="00E86FA7">
            <w:pPr>
              <w:rPr>
                <w:lang w:eastAsia="en-US"/>
              </w:rPr>
            </w:pPr>
          </w:p>
        </w:tc>
      </w:tr>
      <w:tr w:rsidR="00EE4E91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Водитель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715495">
            <w:pPr>
              <w:pStyle w:val="a4"/>
              <w:numPr>
                <w:ilvl w:val="0"/>
                <w:numId w:val="19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Автомобиль УАЗ-396259, г/н-М410РЕ, 2003, РФ</w:t>
            </w:r>
          </w:p>
          <w:p w:rsidR="00EE4E91" w:rsidRDefault="00EE4E91" w:rsidP="00715495">
            <w:pPr>
              <w:pStyle w:val="a4"/>
              <w:numPr>
                <w:ilvl w:val="0"/>
                <w:numId w:val="19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УАЗ-396259</w:t>
            </w:r>
          </w:p>
          <w:p w:rsidR="00EE4E91" w:rsidRPr="00FE5CCA" w:rsidRDefault="00EE4E91" w:rsidP="00715495">
            <w:pPr>
              <w:pStyle w:val="a4"/>
              <w:numPr>
                <w:ilvl w:val="0"/>
                <w:numId w:val="19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E86FA7">
            <w:pPr>
              <w:rPr>
                <w:lang w:eastAsia="en-US"/>
              </w:rPr>
            </w:pPr>
            <w:r>
              <w:rPr>
                <w:lang w:eastAsia="zh-CN"/>
              </w:rPr>
              <w:t>80</w:t>
            </w:r>
            <w:r w:rsidRPr="00E71460">
              <w:rPr>
                <w:lang w:eastAsia="zh-CN"/>
              </w:rPr>
              <w:t>%</w:t>
            </w:r>
            <w:r>
              <w:rPr>
                <w:lang w:eastAsia="zh-CN"/>
              </w:rPr>
              <w:t xml:space="preserve"> - нестационарная </w:t>
            </w:r>
          </w:p>
          <w:p w:rsidR="00EE4E91" w:rsidRDefault="00EE4E91" w:rsidP="00CB754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20%- гараж </w:t>
            </w:r>
          </w:p>
          <w:p w:rsidR="00EE4E91" w:rsidRDefault="00EE4E91" w:rsidP="00CB754E">
            <w:pPr>
              <w:rPr>
                <w:lang w:eastAsia="en-US"/>
              </w:rPr>
            </w:pPr>
          </w:p>
          <w:p w:rsidR="00EE4E91" w:rsidRPr="00CB754E" w:rsidRDefault="00EE4E91" w:rsidP="00CB754E">
            <w:pPr>
              <w:rPr>
                <w:lang w:eastAsia="en-US"/>
              </w:rPr>
            </w:pPr>
            <w:r>
              <w:rPr>
                <w:lang w:eastAsia="en-US"/>
              </w:rPr>
              <w:t>ИТОГО: 100%</w:t>
            </w:r>
          </w:p>
        </w:tc>
      </w:tr>
      <w:tr w:rsidR="00EE4E91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Грузчик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715495">
            <w:pPr>
              <w:pStyle w:val="a4"/>
              <w:numPr>
                <w:ilvl w:val="0"/>
                <w:numId w:val="28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EE4E91" w:rsidRDefault="00EE4E91" w:rsidP="00715495">
            <w:pPr>
              <w:pStyle w:val="a4"/>
              <w:numPr>
                <w:ilvl w:val="0"/>
                <w:numId w:val="28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EE4E91" w:rsidRPr="00FE5CCA" w:rsidRDefault="00EE4E91" w:rsidP="00715495">
            <w:pPr>
              <w:pStyle w:val="a4"/>
              <w:numPr>
                <w:ilvl w:val="0"/>
                <w:numId w:val="28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100%-нестационарное </w:t>
            </w:r>
          </w:p>
          <w:p w:rsidR="00EE4E91" w:rsidRDefault="00EE4E91" w:rsidP="00CB754E">
            <w:pPr>
              <w:rPr>
                <w:lang w:eastAsia="en-US"/>
              </w:rPr>
            </w:pPr>
          </w:p>
          <w:p w:rsidR="00EE4E91" w:rsidRPr="00CB754E" w:rsidRDefault="00EE4E91" w:rsidP="00CB754E">
            <w:pPr>
              <w:rPr>
                <w:lang w:eastAsia="en-US"/>
              </w:rPr>
            </w:pPr>
            <w:r w:rsidRPr="00CB754E">
              <w:rPr>
                <w:lang w:eastAsia="en-US"/>
              </w:rPr>
              <w:t>ИТОГО: 100%</w:t>
            </w:r>
            <w:bookmarkStart w:id="0" w:name="_GoBack"/>
            <w:bookmarkEnd w:id="0"/>
          </w:p>
        </w:tc>
      </w:tr>
      <w:tr w:rsidR="00EE4E91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Электромонтер по ремонту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 и обслуживанию электрооборудования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715495">
            <w:pPr>
              <w:pStyle w:val="a4"/>
              <w:numPr>
                <w:ilvl w:val="0"/>
                <w:numId w:val="20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Диэлектрические боты, перчатки, коврик, поверенный набор инструментов</w:t>
            </w:r>
          </w:p>
          <w:p w:rsidR="00EE4E91" w:rsidRDefault="00EE4E91" w:rsidP="00715495">
            <w:pPr>
              <w:pStyle w:val="a4"/>
              <w:numPr>
                <w:ilvl w:val="0"/>
                <w:numId w:val="20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EE4E91" w:rsidRPr="00FE5CCA" w:rsidRDefault="00EE4E91" w:rsidP="00715495">
            <w:pPr>
              <w:pStyle w:val="a4"/>
              <w:numPr>
                <w:ilvl w:val="0"/>
                <w:numId w:val="20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Электромонтер по ремонту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 и обслуживанию электрооборудования</w:t>
            </w:r>
          </w:p>
          <w:p w:rsidR="00EE4E91" w:rsidRPr="00E71460" w:rsidRDefault="00EE4E91" w:rsidP="00E86FA7">
            <w:pPr>
              <w:suppressAutoHyphens/>
              <w:ind w:left="28" w:right="-243"/>
              <w:rPr>
                <w:lang w:eastAsia="zh-CN"/>
              </w:rPr>
            </w:pPr>
            <w:r w:rsidRPr="00E71460">
              <w:rPr>
                <w:lang w:eastAsia="zh-CN"/>
              </w:rPr>
              <w:t>в течение дня находится: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кабинет = </w:t>
            </w:r>
            <w:r>
              <w:rPr>
                <w:lang w:eastAsia="zh-CN"/>
              </w:rPr>
              <w:t>2</w:t>
            </w:r>
            <w:r w:rsidRPr="00E71460">
              <w:rPr>
                <w:lang w:eastAsia="zh-CN"/>
              </w:rPr>
              <w:t>0%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объекты ОО</w:t>
            </w:r>
            <w:r w:rsidRPr="00E71460">
              <w:rPr>
                <w:lang w:eastAsia="zh-CN"/>
              </w:rPr>
              <w:t xml:space="preserve"> = </w:t>
            </w:r>
            <w:r>
              <w:rPr>
                <w:lang w:eastAsia="zh-CN"/>
              </w:rPr>
              <w:t>8</w:t>
            </w:r>
            <w:r w:rsidRPr="00E71460">
              <w:rPr>
                <w:lang w:eastAsia="zh-CN"/>
              </w:rPr>
              <w:t>0%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E4E91" w:rsidRPr="00FE5CCA" w:rsidRDefault="00EE4E91" w:rsidP="00E86FA7">
            <w:pPr>
              <w:rPr>
                <w:lang w:eastAsia="en-US"/>
              </w:rPr>
            </w:pPr>
          </w:p>
        </w:tc>
      </w:tr>
      <w:tr w:rsidR="00EE4E91" w:rsidRPr="00FE5CCA" w:rsidTr="00715495">
        <w:trPr>
          <w:trHeight w:val="24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E4E91" w:rsidRPr="00FE5CCA" w:rsidRDefault="00EE4E91" w:rsidP="00765F24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Специалист по кадрам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Системный блок </w:t>
            </w:r>
            <w:proofErr w:type="spellStart"/>
            <w:r>
              <w:rPr>
                <w:lang w:eastAsia="en-US"/>
              </w:rPr>
              <w:t>Core</w:t>
            </w:r>
            <w:proofErr w:type="spellEnd"/>
            <w:r>
              <w:rPr>
                <w:lang w:eastAsia="en-US"/>
              </w:rPr>
              <w:t xml:space="preserve"> i3-2125 3,3GHz 2GB, год ввода в эксплуатацию: 2014</w:t>
            </w:r>
          </w:p>
          <w:p w:rsidR="00EE4E91" w:rsidRPr="00765F24" w:rsidRDefault="00EE4E91" w:rsidP="00765F24">
            <w:pPr>
              <w:rPr>
                <w:lang w:val="en-US" w:eastAsia="en-US"/>
              </w:rPr>
            </w:pPr>
            <w:r>
              <w:rPr>
                <w:lang w:eastAsia="en-US"/>
              </w:rPr>
              <w:t xml:space="preserve">    Монитор</w:t>
            </w:r>
            <w:r w:rsidRPr="00765F24">
              <w:rPr>
                <w:lang w:val="en-US" w:eastAsia="en-US"/>
              </w:rPr>
              <w:t xml:space="preserve"> Packard Bell Viseo223DX, № MMD2REE0024341294A8500, </w:t>
            </w:r>
            <w:r>
              <w:rPr>
                <w:lang w:eastAsia="en-US"/>
              </w:rPr>
              <w:t>год</w:t>
            </w:r>
            <w:r w:rsidRPr="00765F24"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выпуска</w:t>
            </w:r>
            <w:r w:rsidRPr="00765F24">
              <w:rPr>
                <w:lang w:val="en-US" w:eastAsia="en-US"/>
              </w:rPr>
              <w:t xml:space="preserve"> 2013</w:t>
            </w:r>
          </w:p>
          <w:p w:rsidR="00EE4E91" w:rsidRPr="00765F24" w:rsidRDefault="00EE4E91" w:rsidP="00765F24">
            <w:pPr>
              <w:rPr>
                <w:lang w:val="en-US" w:eastAsia="en-US"/>
              </w:rPr>
            </w:pPr>
            <w:r w:rsidRPr="00765F24">
              <w:rPr>
                <w:lang w:val="en-US" w:eastAsia="en-US"/>
              </w:rPr>
              <w:t xml:space="preserve">    </w:t>
            </w:r>
            <w:r>
              <w:rPr>
                <w:lang w:eastAsia="en-US"/>
              </w:rPr>
              <w:t>ИБП</w:t>
            </w:r>
            <w:r w:rsidRPr="00765F24">
              <w:rPr>
                <w:lang w:val="en-US" w:eastAsia="en-US"/>
              </w:rPr>
              <w:t xml:space="preserve"> Crown CMU-SP500EURO, № 201610170510, </w:t>
            </w:r>
            <w:r>
              <w:rPr>
                <w:lang w:eastAsia="en-US"/>
              </w:rPr>
              <w:t>год</w:t>
            </w:r>
            <w:r w:rsidRPr="00765F24"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выпуска</w:t>
            </w:r>
            <w:r w:rsidRPr="00765F24">
              <w:rPr>
                <w:lang w:val="en-US" w:eastAsia="en-US"/>
              </w:rPr>
              <w:t xml:space="preserve"> 2016</w:t>
            </w:r>
          </w:p>
          <w:p w:rsidR="00EE4E91" w:rsidRDefault="00EE4E91" w:rsidP="00765F24">
            <w:pPr>
              <w:rPr>
                <w:lang w:eastAsia="en-US"/>
              </w:rPr>
            </w:pPr>
            <w:r w:rsidRPr="00765F24">
              <w:rPr>
                <w:lang w:val="en-US" w:eastAsia="en-US"/>
              </w:rPr>
              <w:t xml:space="preserve">    </w:t>
            </w:r>
            <w:r>
              <w:rPr>
                <w:lang w:eastAsia="en-US"/>
              </w:rPr>
              <w:t xml:space="preserve">МФУ </w:t>
            </w:r>
            <w:proofErr w:type="spellStart"/>
            <w:r>
              <w:rPr>
                <w:lang w:eastAsia="en-US"/>
              </w:rPr>
              <w:t>Kyocera</w:t>
            </w:r>
            <w:proofErr w:type="spellEnd"/>
            <w:r>
              <w:rPr>
                <w:lang w:eastAsia="en-US"/>
              </w:rPr>
              <w:t xml:space="preserve"> FS-1020MFP, № 120018-17, год ввода в эксплуатацию: 2013</w:t>
            </w:r>
          </w:p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Факс </w:t>
            </w:r>
            <w:proofErr w:type="spellStart"/>
            <w:r>
              <w:rPr>
                <w:lang w:eastAsia="en-US"/>
              </w:rPr>
              <w:t>Panasonic</w:t>
            </w:r>
            <w:proofErr w:type="spellEnd"/>
            <w:r>
              <w:rPr>
                <w:lang w:eastAsia="en-US"/>
              </w:rPr>
              <w:t xml:space="preserve"> KX-FT72, № 3DCFA096443, год ввода в эксплуатацию: 2003, страна: Малайзия</w:t>
            </w:r>
          </w:p>
          <w:p w:rsidR="00EE4E91" w:rsidRDefault="00EE4E91" w:rsidP="00765F24">
            <w:pPr>
              <w:rPr>
                <w:lang w:eastAsia="en-US"/>
              </w:rPr>
            </w:pPr>
            <w:r>
              <w:rPr>
                <w:lang w:eastAsia="en-US"/>
              </w:rPr>
              <w:t>2. Системный блок i3-2125 3,3GHz 2GB,</w:t>
            </w:r>
          </w:p>
          <w:p w:rsidR="00EE4E91" w:rsidRPr="003A7AF7" w:rsidRDefault="00EE4E91" w:rsidP="00765F24">
            <w:pPr>
              <w:rPr>
                <w:lang w:val="en-US" w:eastAsia="en-US"/>
              </w:rPr>
            </w:pPr>
            <w:r>
              <w:rPr>
                <w:lang w:eastAsia="en-US"/>
              </w:rPr>
              <w:t xml:space="preserve">    ИБП</w:t>
            </w:r>
            <w:r w:rsidRPr="003A7AF7">
              <w:rPr>
                <w:lang w:val="en-US" w:eastAsia="en-US"/>
              </w:rPr>
              <w:t xml:space="preserve"> Crown CMU-SP500EURO, </w:t>
            </w:r>
          </w:p>
          <w:p w:rsidR="00EE4E91" w:rsidRPr="003A7AF7" w:rsidRDefault="00EE4E91" w:rsidP="00765F24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    </w:t>
            </w:r>
            <w:r>
              <w:rPr>
                <w:lang w:eastAsia="en-US"/>
              </w:rPr>
              <w:t>МФУ</w:t>
            </w:r>
            <w:r w:rsidRPr="003A7AF7">
              <w:rPr>
                <w:lang w:val="en-US" w:eastAsia="en-US"/>
              </w:rPr>
              <w:t xml:space="preserve"> Kyocera FS-1020MFP,</w:t>
            </w:r>
          </w:p>
          <w:p w:rsidR="00EE4E91" w:rsidRPr="003A7AF7" w:rsidRDefault="00EE4E91" w:rsidP="00765F24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    </w:t>
            </w:r>
            <w:r>
              <w:rPr>
                <w:lang w:eastAsia="en-US"/>
              </w:rPr>
              <w:t>Факс</w:t>
            </w:r>
            <w:r w:rsidRPr="003A7AF7">
              <w:rPr>
                <w:lang w:val="en-US" w:eastAsia="en-US"/>
              </w:rPr>
              <w:t xml:space="preserve"> Panasonic KX-FT72</w:t>
            </w:r>
          </w:p>
          <w:p w:rsidR="00EE4E91" w:rsidRPr="003A7AF7" w:rsidRDefault="00EE4E91" w:rsidP="00765F24">
            <w:pPr>
              <w:rPr>
                <w:lang w:val="en-US" w:eastAsia="en-US"/>
              </w:rPr>
            </w:pPr>
            <w:r w:rsidRPr="003A7AF7">
              <w:rPr>
                <w:lang w:val="en-US" w:eastAsia="en-US"/>
              </w:rPr>
              <w:t xml:space="preserve">3. </w:t>
            </w: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Специалист по кадрам</w:t>
            </w:r>
          </w:p>
          <w:p w:rsidR="00EE4E91" w:rsidRPr="00E71460" w:rsidRDefault="00EE4E91" w:rsidP="00E86FA7">
            <w:pPr>
              <w:suppressAutoHyphens/>
              <w:ind w:left="28" w:right="-243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кабинет = </w:t>
            </w:r>
            <w:r>
              <w:rPr>
                <w:lang w:eastAsia="zh-CN"/>
              </w:rPr>
              <w:t>9</w:t>
            </w:r>
            <w:r w:rsidRPr="00E71460">
              <w:rPr>
                <w:lang w:eastAsia="zh-CN"/>
              </w:rPr>
              <w:t>0%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выездная работа</w:t>
            </w:r>
            <w:r w:rsidRPr="00E71460">
              <w:rPr>
                <w:lang w:eastAsia="zh-CN"/>
              </w:rPr>
              <w:t xml:space="preserve"> = </w:t>
            </w:r>
            <w:r>
              <w:rPr>
                <w:lang w:eastAsia="zh-CN"/>
              </w:rPr>
              <w:t>1</w:t>
            </w:r>
            <w:r w:rsidRPr="00E71460">
              <w:rPr>
                <w:lang w:eastAsia="zh-CN"/>
              </w:rPr>
              <w:t>0%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E71460">
              <w:rPr>
                <w:lang w:eastAsia="zh-CN"/>
              </w:rPr>
              <w:t>ИТОГО: 100%</w:t>
            </w:r>
          </w:p>
          <w:p w:rsidR="00EE4E91" w:rsidRPr="00FE5CCA" w:rsidRDefault="00EE4E91" w:rsidP="00E86FA7">
            <w:pPr>
              <w:rPr>
                <w:lang w:eastAsia="en-US"/>
              </w:rPr>
            </w:pPr>
          </w:p>
        </w:tc>
      </w:tr>
      <w:tr w:rsidR="00EE4E91" w:rsidRPr="00FE5CCA" w:rsidTr="00A62AD7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2A769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МКУ «ЦОД МОУ Пограничного  МР»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 xml:space="preserve">п. Пограничный, </w:t>
            </w:r>
          </w:p>
          <w:p w:rsidR="00EE4E91" w:rsidRPr="00FE5CCA" w:rsidRDefault="00EE4E91" w:rsidP="00E86FA7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ул. Советская, 63</w:t>
            </w:r>
          </w:p>
          <w:p w:rsidR="00EE4E91" w:rsidRPr="00FE5CCA" w:rsidRDefault="00EE4E91" w:rsidP="00090A20">
            <w:pPr>
              <w:suppressAutoHyphens/>
              <w:snapToGrid w:val="0"/>
              <w:ind w:left="-74" w:right="-142"/>
              <w:rPr>
                <w:lang w:eastAsia="zh-CN"/>
              </w:rPr>
            </w:pPr>
            <w:r w:rsidRPr="00FE5CCA">
              <w:rPr>
                <w:lang w:eastAsia="zh-CN"/>
              </w:rPr>
              <w:t>Уборщик производственных и служебных помещений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Default="00EE4E91" w:rsidP="00715495">
            <w:pPr>
              <w:pStyle w:val="a4"/>
              <w:numPr>
                <w:ilvl w:val="0"/>
                <w:numId w:val="26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EE4E91" w:rsidRDefault="00EE4E91" w:rsidP="00715495">
            <w:pPr>
              <w:pStyle w:val="a4"/>
              <w:numPr>
                <w:ilvl w:val="0"/>
                <w:numId w:val="26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EE4E91" w:rsidRPr="00FE5CCA" w:rsidRDefault="00EE4E91" w:rsidP="00715495">
            <w:pPr>
              <w:pStyle w:val="a4"/>
              <w:numPr>
                <w:ilvl w:val="0"/>
                <w:numId w:val="26"/>
              </w:numPr>
              <w:ind w:left="317" w:hanging="283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91" w:rsidRPr="00E71460" w:rsidRDefault="00EE4E91" w:rsidP="00E86FA7">
            <w:pPr>
              <w:suppressAutoHyphens/>
              <w:ind w:left="28" w:right="-243"/>
              <w:rPr>
                <w:lang w:eastAsia="zh-CN"/>
              </w:rPr>
            </w:pPr>
            <w:r w:rsidRPr="00FE5CCA">
              <w:rPr>
                <w:lang w:eastAsia="zh-CN"/>
              </w:rPr>
              <w:t>Уборщик производственных и служебных помещений</w:t>
            </w:r>
            <w:r w:rsidRPr="00E71460">
              <w:rPr>
                <w:lang w:eastAsia="zh-CN"/>
              </w:rPr>
              <w:t xml:space="preserve"> в течение дня находится:</w:t>
            </w:r>
          </w:p>
          <w:p w:rsidR="00EE4E91" w:rsidRPr="00E71460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71460">
              <w:rPr>
                <w:lang w:eastAsia="zh-CN"/>
              </w:rPr>
              <w:t xml:space="preserve">- </w:t>
            </w:r>
            <w:r>
              <w:rPr>
                <w:lang w:eastAsia="zh-CN"/>
              </w:rPr>
              <w:t>рабочие помещения</w:t>
            </w:r>
            <w:r w:rsidRPr="00E71460">
              <w:rPr>
                <w:lang w:eastAsia="zh-CN"/>
              </w:rPr>
              <w:t xml:space="preserve"> = 80%</w:t>
            </w:r>
          </w:p>
          <w:p w:rsidR="00EE4E91" w:rsidRPr="00E86FA7" w:rsidRDefault="00EE4E91" w:rsidP="00E86FA7">
            <w:pPr>
              <w:suppressAutoHyphens/>
              <w:ind w:left="28" w:right="-108"/>
              <w:rPr>
                <w:lang w:eastAsia="zh-CN"/>
              </w:rPr>
            </w:pPr>
            <w:r w:rsidRPr="00E86FA7">
              <w:rPr>
                <w:lang w:eastAsia="zh-CN"/>
              </w:rPr>
              <w:t>- открытая территория = 20%</w:t>
            </w:r>
          </w:p>
          <w:p w:rsidR="00EE4E91" w:rsidRPr="00FE5CCA" w:rsidRDefault="00EE4E91" w:rsidP="00090A20">
            <w:pPr>
              <w:suppressAutoHyphens/>
              <w:snapToGrid w:val="0"/>
              <w:ind w:left="-74" w:right="-142"/>
              <w:rPr>
                <w:lang w:eastAsia="en-US"/>
              </w:rPr>
            </w:pPr>
            <w:r w:rsidRPr="00E71460">
              <w:rPr>
                <w:lang w:eastAsia="zh-CN"/>
              </w:rPr>
              <w:t>ИТОГО: 100%</w:t>
            </w:r>
          </w:p>
        </w:tc>
      </w:tr>
    </w:tbl>
    <w:p w:rsidR="00740310" w:rsidRDefault="00740310" w:rsidP="00740310">
      <w:pPr>
        <w:tabs>
          <w:tab w:val="left" w:pos="7350"/>
          <w:tab w:val="right" w:pos="10175"/>
        </w:tabs>
        <w:jc w:val="right"/>
        <w:rPr>
          <w:sz w:val="18"/>
          <w:szCs w:val="18"/>
          <w:vertAlign w:val="superscript"/>
        </w:rPr>
      </w:pPr>
    </w:p>
    <w:p w:rsidR="00740310" w:rsidRDefault="00740310" w:rsidP="00740310">
      <w:pPr>
        <w:rPr>
          <w:b/>
          <w:sz w:val="18"/>
          <w:szCs w:val="18"/>
        </w:rPr>
      </w:pPr>
    </w:p>
    <w:p w:rsidR="00740310" w:rsidRDefault="00740310" w:rsidP="00740310">
      <w:pPr>
        <w:rPr>
          <w:b/>
          <w:sz w:val="18"/>
          <w:szCs w:val="18"/>
        </w:rPr>
      </w:pPr>
      <w:r>
        <w:rPr>
          <w:b/>
          <w:sz w:val="18"/>
          <w:szCs w:val="18"/>
        </w:rPr>
        <w:t>Достоверность сведений в настоящей Заявке гарантирую</w:t>
      </w:r>
    </w:p>
    <w:p w:rsidR="00740310" w:rsidRPr="005E723E" w:rsidRDefault="00740310" w:rsidP="00740310">
      <w:pPr>
        <w:tabs>
          <w:tab w:val="left" w:pos="7350"/>
          <w:tab w:val="right" w:pos="10175"/>
        </w:tabs>
        <w:rPr>
          <w:sz w:val="18"/>
          <w:szCs w:val="18"/>
          <w:u w:val="single"/>
        </w:rPr>
      </w:pPr>
      <w:r>
        <w:rPr>
          <w:sz w:val="18"/>
          <w:szCs w:val="18"/>
        </w:rPr>
        <w:t>Заявку составил (ФИО, должность, контактный тел</w:t>
      </w:r>
      <w:r w:rsidR="005E723E" w:rsidRPr="005E723E">
        <w:rPr>
          <w:sz w:val="18"/>
          <w:szCs w:val="18"/>
          <w:u w:val="single"/>
        </w:rPr>
        <w:t xml:space="preserve">)                                                   </w:t>
      </w:r>
      <w:proofErr w:type="spellStart"/>
      <w:r w:rsidR="005E723E" w:rsidRPr="005E723E">
        <w:rPr>
          <w:sz w:val="18"/>
          <w:szCs w:val="18"/>
          <w:u w:val="single"/>
        </w:rPr>
        <w:t>Щирая</w:t>
      </w:r>
      <w:proofErr w:type="spellEnd"/>
      <w:r w:rsidR="005E723E" w:rsidRPr="005E723E">
        <w:rPr>
          <w:sz w:val="18"/>
          <w:szCs w:val="18"/>
          <w:u w:val="single"/>
        </w:rPr>
        <w:t xml:space="preserve"> С.В.        специалист по кадрам           8(42345)21-3-96</w:t>
      </w:r>
    </w:p>
    <w:p w:rsidR="00740310" w:rsidRDefault="00740310" w:rsidP="00740310">
      <w:pPr>
        <w:tabs>
          <w:tab w:val="left" w:pos="7350"/>
          <w:tab w:val="right" w:pos="10175"/>
        </w:tabs>
        <w:jc w:val="center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подпись, печать</w:t>
      </w:r>
    </w:p>
    <w:p w:rsidR="00740310" w:rsidRDefault="00740310" w:rsidP="00740310">
      <w:pPr>
        <w:tabs>
          <w:tab w:val="left" w:pos="7350"/>
          <w:tab w:val="right" w:pos="10175"/>
        </w:tabs>
        <w:rPr>
          <w:sz w:val="18"/>
          <w:szCs w:val="18"/>
        </w:rPr>
      </w:pPr>
      <w:r>
        <w:rPr>
          <w:sz w:val="18"/>
          <w:szCs w:val="18"/>
        </w:rPr>
        <w:t>Дата:</w:t>
      </w:r>
      <w:r w:rsidR="00EE4E91">
        <w:rPr>
          <w:sz w:val="18"/>
          <w:szCs w:val="18"/>
        </w:rPr>
        <w:t xml:space="preserve"> 24.05.2018</w:t>
      </w:r>
    </w:p>
    <w:p w:rsidR="00740310" w:rsidRDefault="00740310" w:rsidP="00740310">
      <w:pPr>
        <w:tabs>
          <w:tab w:val="left" w:pos="7350"/>
          <w:tab w:val="right" w:pos="10175"/>
        </w:tabs>
        <w:rPr>
          <w:sz w:val="18"/>
          <w:szCs w:val="18"/>
        </w:rPr>
      </w:pPr>
      <w:r>
        <w:rPr>
          <w:sz w:val="18"/>
          <w:szCs w:val="18"/>
        </w:rPr>
        <w:t>МП</w:t>
      </w:r>
    </w:p>
    <w:p w:rsidR="00740310" w:rsidRDefault="00740310" w:rsidP="00740310">
      <w:pPr>
        <w:tabs>
          <w:tab w:val="left" w:pos="5529"/>
        </w:tabs>
        <w:ind w:right="-315"/>
        <w:jc w:val="right"/>
        <w:rPr>
          <w:color w:val="808080"/>
          <w:sz w:val="16"/>
          <w:szCs w:val="16"/>
        </w:rPr>
      </w:pPr>
    </w:p>
    <w:p w:rsidR="00740310" w:rsidRDefault="00740310" w:rsidP="00740310">
      <w:pPr>
        <w:tabs>
          <w:tab w:val="left" w:pos="5529"/>
        </w:tabs>
        <w:ind w:right="72"/>
        <w:jc w:val="right"/>
        <w:rPr>
          <w:b/>
          <w:color w:val="808080"/>
          <w:sz w:val="16"/>
          <w:szCs w:val="16"/>
        </w:rPr>
      </w:pPr>
      <w:r>
        <w:rPr>
          <w:color w:val="808080"/>
          <w:sz w:val="16"/>
          <w:szCs w:val="16"/>
          <w:lang w:val="en-US"/>
        </w:rPr>
        <w:t>P</w:t>
      </w:r>
      <w:r>
        <w:rPr>
          <w:color w:val="808080"/>
          <w:sz w:val="16"/>
          <w:szCs w:val="16"/>
        </w:rPr>
        <w:t>.</w:t>
      </w:r>
      <w:r>
        <w:rPr>
          <w:color w:val="808080"/>
          <w:sz w:val="16"/>
          <w:szCs w:val="16"/>
          <w:lang w:val="en-US"/>
        </w:rPr>
        <w:t>S</w:t>
      </w:r>
      <w:r>
        <w:rPr>
          <w:color w:val="808080"/>
          <w:sz w:val="16"/>
          <w:szCs w:val="16"/>
        </w:rPr>
        <w:t xml:space="preserve">. Заполненные данные отправить по </w:t>
      </w:r>
      <w:r>
        <w:rPr>
          <w:b/>
          <w:color w:val="808080"/>
          <w:sz w:val="16"/>
          <w:szCs w:val="16"/>
          <w:lang w:val="en-US"/>
        </w:rPr>
        <w:t>e</w:t>
      </w:r>
      <w:r>
        <w:rPr>
          <w:b/>
          <w:color w:val="808080"/>
          <w:sz w:val="16"/>
          <w:szCs w:val="16"/>
        </w:rPr>
        <w:t>-</w:t>
      </w:r>
      <w:r>
        <w:rPr>
          <w:b/>
          <w:color w:val="808080"/>
          <w:sz w:val="16"/>
          <w:szCs w:val="16"/>
          <w:lang w:val="en-US"/>
        </w:rPr>
        <w:t>mail</w:t>
      </w:r>
      <w:r>
        <w:rPr>
          <w:b/>
          <w:color w:val="808080"/>
          <w:sz w:val="16"/>
          <w:szCs w:val="16"/>
        </w:rPr>
        <w:t>: ilpk25@mail.ru</w:t>
      </w:r>
    </w:p>
    <w:p w:rsidR="00740310" w:rsidRDefault="00740310" w:rsidP="00740310">
      <w:pPr>
        <w:jc w:val="right"/>
        <w:rPr>
          <w:b/>
          <w:sz w:val="24"/>
          <w:szCs w:val="24"/>
        </w:rPr>
      </w:pPr>
      <w:r>
        <w:rPr>
          <w:color w:val="80808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тел (4234)32-55-88</w:t>
      </w:r>
      <w:r>
        <w:rPr>
          <w:color w:val="999999"/>
          <w:sz w:val="16"/>
          <w:szCs w:val="16"/>
        </w:rPr>
        <w:t>, сот. 8 953 224 02 22</w:t>
      </w:r>
    </w:p>
    <w:p w:rsidR="00740310" w:rsidRDefault="00740310" w:rsidP="00740310">
      <w:pPr>
        <w:jc w:val="both"/>
        <w:rPr>
          <w:color w:val="808080"/>
          <w:sz w:val="16"/>
          <w:szCs w:val="16"/>
        </w:rPr>
      </w:pPr>
    </w:p>
    <w:p w:rsidR="006C6DC6" w:rsidRPr="00740310" w:rsidRDefault="006C6DC6" w:rsidP="00740310"/>
    <w:sectPr w:rsidR="006C6DC6" w:rsidRPr="00740310" w:rsidSect="00D10E79">
      <w:pgSz w:w="16838" w:h="11906" w:orient="landscape"/>
      <w:pgMar w:top="567" w:right="851" w:bottom="284" w:left="851" w:header="142" w:footer="19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FAE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7DFF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F5804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05A9E"/>
    <w:multiLevelType w:val="hybridMultilevel"/>
    <w:tmpl w:val="04B6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135BF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A010D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46A85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114E9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D0B5B"/>
    <w:multiLevelType w:val="hybridMultilevel"/>
    <w:tmpl w:val="C8DAC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E76F9"/>
    <w:multiLevelType w:val="hybridMultilevel"/>
    <w:tmpl w:val="684A3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408B9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D515F"/>
    <w:multiLevelType w:val="hybridMultilevel"/>
    <w:tmpl w:val="684A3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D4066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57C4E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16393"/>
    <w:multiLevelType w:val="hybridMultilevel"/>
    <w:tmpl w:val="2B3E46B8"/>
    <w:lvl w:ilvl="0" w:tplc="EE5E2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E1429B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E0E03"/>
    <w:multiLevelType w:val="hybridMultilevel"/>
    <w:tmpl w:val="9830E0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075B4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503280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120E6"/>
    <w:multiLevelType w:val="hybridMultilevel"/>
    <w:tmpl w:val="48C05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47439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87474"/>
    <w:multiLevelType w:val="hybridMultilevel"/>
    <w:tmpl w:val="F2C8ABDA"/>
    <w:lvl w:ilvl="0" w:tplc="25E412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3926E1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572360"/>
    <w:multiLevelType w:val="hybridMultilevel"/>
    <w:tmpl w:val="88E66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AB609D"/>
    <w:multiLevelType w:val="hybridMultilevel"/>
    <w:tmpl w:val="4CCE0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0C22E0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9B4CA2"/>
    <w:multiLevelType w:val="hybridMultilevel"/>
    <w:tmpl w:val="5CB853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6320A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3A3F97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285FE0"/>
    <w:multiLevelType w:val="hybridMultilevel"/>
    <w:tmpl w:val="EDD4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646372"/>
    <w:multiLevelType w:val="hybridMultilevel"/>
    <w:tmpl w:val="58088AB4"/>
    <w:lvl w:ilvl="0" w:tplc="F1C6C0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F53FB4"/>
    <w:multiLevelType w:val="hybridMultilevel"/>
    <w:tmpl w:val="8326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4"/>
  </w:num>
  <w:num w:numId="4">
    <w:abstractNumId w:val="28"/>
  </w:num>
  <w:num w:numId="5">
    <w:abstractNumId w:val="13"/>
  </w:num>
  <w:num w:numId="6">
    <w:abstractNumId w:val="7"/>
  </w:num>
  <w:num w:numId="7">
    <w:abstractNumId w:val="6"/>
  </w:num>
  <w:num w:numId="8">
    <w:abstractNumId w:val="22"/>
  </w:num>
  <w:num w:numId="9">
    <w:abstractNumId w:val="29"/>
  </w:num>
  <w:num w:numId="10">
    <w:abstractNumId w:val="20"/>
  </w:num>
  <w:num w:numId="11">
    <w:abstractNumId w:val="1"/>
  </w:num>
  <w:num w:numId="12">
    <w:abstractNumId w:val="27"/>
  </w:num>
  <w:num w:numId="13">
    <w:abstractNumId w:val="17"/>
  </w:num>
  <w:num w:numId="14">
    <w:abstractNumId w:val="2"/>
  </w:num>
  <w:num w:numId="15">
    <w:abstractNumId w:val="15"/>
  </w:num>
  <w:num w:numId="16">
    <w:abstractNumId w:val="10"/>
  </w:num>
  <w:num w:numId="17">
    <w:abstractNumId w:val="5"/>
  </w:num>
  <w:num w:numId="18">
    <w:abstractNumId w:val="9"/>
  </w:num>
  <w:num w:numId="19">
    <w:abstractNumId w:val="3"/>
  </w:num>
  <w:num w:numId="20">
    <w:abstractNumId w:val="24"/>
  </w:num>
  <w:num w:numId="21">
    <w:abstractNumId w:val="12"/>
  </w:num>
  <w:num w:numId="22">
    <w:abstractNumId w:val="0"/>
  </w:num>
  <w:num w:numId="23">
    <w:abstractNumId w:val="14"/>
  </w:num>
  <w:num w:numId="24">
    <w:abstractNumId w:val="30"/>
  </w:num>
  <w:num w:numId="25">
    <w:abstractNumId w:val="16"/>
  </w:num>
  <w:num w:numId="26">
    <w:abstractNumId w:val="31"/>
  </w:num>
  <w:num w:numId="27">
    <w:abstractNumId w:val="19"/>
  </w:num>
  <w:num w:numId="28">
    <w:abstractNumId w:val="8"/>
  </w:num>
  <w:num w:numId="29">
    <w:abstractNumId w:val="11"/>
  </w:num>
  <w:num w:numId="30">
    <w:abstractNumId w:val="23"/>
  </w:num>
  <w:num w:numId="31">
    <w:abstractNumId w:val="21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C7F2D"/>
    <w:rsid w:val="000210D5"/>
    <w:rsid w:val="00024F53"/>
    <w:rsid w:val="00090A20"/>
    <w:rsid w:val="000A7DFD"/>
    <w:rsid w:val="000D6456"/>
    <w:rsid w:val="001335D1"/>
    <w:rsid w:val="00141947"/>
    <w:rsid w:val="001444B1"/>
    <w:rsid w:val="001A2D7B"/>
    <w:rsid w:val="001E04AC"/>
    <w:rsid w:val="002047BE"/>
    <w:rsid w:val="002404ED"/>
    <w:rsid w:val="00271CF2"/>
    <w:rsid w:val="002A7692"/>
    <w:rsid w:val="002C4800"/>
    <w:rsid w:val="003134DE"/>
    <w:rsid w:val="00333726"/>
    <w:rsid w:val="00346452"/>
    <w:rsid w:val="003954E4"/>
    <w:rsid w:val="003A7AF7"/>
    <w:rsid w:val="00416F7E"/>
    <w:rsid w:val="004441A3"/>
    <w:rsid w:val="004C69C1"/>
    <w:rsid w:val="00531FC3"/>
    <w:rsid w:val="005905D1"/>
    <w:rsid w:val="005E723E"/>
    <w:rsid w:val="00606D0E"/>
    <w:rsid w:val="006403A1"/>
    <w:rsid w:val="00645429"/>
    <w:rsid w:val="00696C5A"/>
    <w:rsid w:val="00696CE7"/>
    <w:rsid w:val="006B4B34"/>
    <w:rsid w:val="006C6DC6"/>
    <w:rsid w:val="00715495"/>
    <w:rsid w:val="00740310"/>
    <w:rsid w:val="00765F24"/>
    <w:rsid w:val="00786A96"/>
    <w:rsid w:val="00791572"/>
    <w:rsid w:val="007A1869"/>
    <w:rsid w:val="007C3665"/>
    <w:rsid w:val="00855DDC"/>
    <w:rsid w:val="0089777F"/>
    <w:rsid w:val="008B77B0"/>
    <w:rsid w:val="008B7B96"/>
    <w:rsid w:val="008D0040"/>
    <w:rsid w:val="008E150E"/>
    <w:rsid w:val="009000D9"/>
    <w:rsid w:val="00930FBB"/>
    <w:rsid w:val="00971223"/>
    <w:rsid w:val="00997B69"/>
    <w:rsid w:val="009B38C4"/>
    <w:rsid w:val="00A23433"/>
    <w:rsid w:val="00A62AD7"/>
    <w:rsid w:val="00A67357"/>
    <w:rsid w:val="00A716D6"/>
    <w:rsid w:val="00A71F9B"/>
    <w:rsid w:val="00A90C73"/>
    <w:rsid w:val="00A93B42"/>
    <w:rsid w:val="00A96A07"/>
    <w:rsid w:val="00AA4C35"/>
    <w:rsid w:val="00AB4AA6"/>
    <w:rsid w:val="00AD238A"/>
    <w:rsid w:val="00B42826"/>
    <w:rsid w:val="00B52521"/>
    <w:rsid w:val="00B63CE6"/>
    <w:rsid w:val="00B9407E"/>
    <w:rsid w:val="00BA20EF"/>
    <w:rsid w:val="00BC5386"/>
    <w:rsid w:val="00C176C2"/>
    <w:rsid w:val="00C57C3F"/>
    <w:rsid w:val="00CB754E"/>
    <w:rsid w:val="00CC18DF"/>
    <w:rsid w:val="00CC7F2D"/>
    <w:rsid w:val="00CE6D31"/>
    <w:rsid w:val="00D10E79"/>
    <w:rsid w:val="00D175B4"/>
    <w:rsid w:val="00D819C8"/>
    <w:rsid w:val="00D948E3"/>
    <w:rsid w:val="00DA579C"/>
    <w:rsid w:val="00DF4000"/>
    <w:rsid w:val="00E71460"/>
    <w:rsid w:val="00E86FA7"/>
    <w:rsid w:val="00EC24E5"/>
    <w:rsid w:val="00ED0999"/>
    <w:rsid w:val="00ED7250"/>
    <w:rsid w:val="00EE4E91"/>
    <w:rsid w:val="00EE6AC7"/>
    <w:rsid w:val="00FD57C6"/>
    <w:rsid w:val="00FE5CCA"/>
    <w:rsid w:val="00FF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10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9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14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10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9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1359F-BAC0-4040-BBCD-E5E22097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5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62</cp:revision>
  <cp:lastPrinted>2017-11-14T02:22:00Z</cp:lastPrinted>
  <dcterms:created xsi:type="dcterms:W3CDTF">2017-01-10T10:31:00Z</dcterms:created>
  <dcterms:modified xsi:type="dcterms:W3CDTF">2018-05-23T07:11:00Z</dcterms:modified>
</cp:coreProperties>
</file>